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80" w:firstRow="0" w:lastRow="0" w:firstColumn="1" w:lastColumn="0" w:noHBand="0" w:noVBand="1"/>
      </w:tblPr>
      <w:tblGrid>
        <w:gridCol w:w="4649"/>
        <w:gridCol w:w="4649"/>
        <w:gridCol w:w="4650"/>
      </w:tblGrid>
      <w:tr w:rsidR="00CF41EF" w:rsidTr="00CF41EF">
        <w:tc>
          <w:tcPr>
            <w:tcW w:w="4649" w:type="dxa"/>
          </w:tcPr>
          <w:p w:rsidR="00CF41EF" w:rsidRDefault="00CF41EF">
            <w:bookmarkStart w:id="0" w:name="_GoBack"/>
            <w:bookmarkEnd w:id="0"/>
            <w:r>
              <w:t xml:space="preserve">                Emergent Themes</w:t>
            </w:r>
          </w:p>
        </w:tc>
        <w:tc>
          <w:tcPr>
            <w:tcW w:w="4649" w:type="dxa"/>
          </w:tcPr>
          <w:p w:rsidR="00CF41EF" w:rsidRDefault="00CF41EF">
            <w:r>
              <w:t xml:space="preserve">                              Original Transcript</w:t>
            </w:r>
          </w:p>
        </w:tc>
        <w:tc>
          <w:tcPr>
            <w:tcW w:w="4650" w:type="dxa"/>
          </w:tcPr>
          <w:p w:rsidR="00CF41EF" w:rsidRDefault="00CF41EF">
            <w:r>
              <w:t xml:space="preserve">                      Exploratory Comments</w:t>
            </w:r>
          </w:p>
        </w:tc>
      </w:tr>
      <w:tr w:rsidR="00CF41EF" w:rsidTr="00CF41EF">
        <w:tc>
          <w:tcPr>
            <w:tcW w:w="4649" w:type="dxa"/>
          </w:tcPr>
          <w:p w:rsidR="00CF41EF" w:rsidRDefault="00CF41EF"/>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r>
              <w:t xml:space="preserve">Interest in learning </w:t>
            </w:r>
          </w:p>
          <w:p w:rsidR="004C69E8" w:rsidRDefault="004C69E8"/>
          <w:p w:rsidR="004C69E8" w:rsidRDefault="004C69E8">
            <w:r>
              <w:t>Purpose of learning to help the children</w:t>
            </w:r>
          </w:p>
          <w:p w:rsidR="004C69E8" w:rsidRDefault="004C69E8"/>
          <w:p w:rsidR="004C69E8" w:rsidRDefault="004C69E8">
            <w:r>
              <w:t>Purpose to support the girls</w:t>
            </w:r>
          </w:p>
          <w:p w:rsidR="004C69E8" w:rsidRDefault="004C69E8"/>
          <w:p w:rsidR="004C69E8" w:rsidRDefault="004C69E8">
            <w:r>
              <w:t>Recognition that homework is important</w:t>
            </w:r>
          </w:p>
          <w:p w:rsidR="004C69E8" w:rsidRDefault="004C69E8"/>
          <w:p w:rsidR="004C69E8" w:rsidRDefault="004C69E8">
            <w:r>
              <w:t>Children need support and help with homework and their work.</w:t>
            </w:r>
          </w:p>
          <w:p w:rsidR="004C69E8" w:rsidRDefault="004C69E8"/>
          <w:p w:rsidR="004C69E8" w:rsidRDefault="004C69E8"/>
          <w:p w:rsidR="004C69E8" w:rsidRDefault="004C69E8"/>
          <w:p w:rsidR="004C69E8" w:rsidRDefault="004C69E8">
            <w:r>
              <w:t xml:space="preserve">Own feelings preventive of taking the step to attend a meeting about learning even though it if thought to be important and suggested by the R. </w:t>
            </w:r>
          </w:p>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p w:rsidR="004C69E8" w:rsidRDefault="004C69E8">
            <w:r>
              <w:t>Recurrence of support</w:t>
            </w:r>
          </w:p>
          <w:p w:rsidR="004C69E8" w:rsidRDefault="004C69E8"/>
          <w:p w:rsidR="004C69E8" w:rsidRDefault="004C69E8"/>
          <w:p w:rsidR="004C69E8" w:rsidRDefault="004C69E8"/>
          <w:p w:rsidR="004C69E8" w:rsidRDefault="004C69E8"/>
          <w:p w:rsidR="008C0582" w:rsidRDefault="008C0582"/>
          <w:p w:rsidR="008C0582" w:rsidRDefault="008C0582"/>
          <w:p w:rsidR="004C69E8" w:rsidRDefault="004C69E8"/>
          <w:p w:rsidR="00B532D4" w:rsidRDefault="00B532D4"/>
          <w:p w:rsidR="00B532D4" w:rsidRDefault="00B532D4"/>
          <w:p w:rsidR="00B532D4" w:rsidRDefault="00B532D4"/>
          <w:p w:rsidR="00B532D4" w:rsidRDefault="00B532D4"/>
          <w:p w:rsidR="00B532D4" w:rsidRDefault="00B532D4"/>
          <w:p w:rsidR="00B532D4" w:rsidRDefault="00B532D4"/>
          <w:p w:rsidR="00B532D4" w:rsidRDefault="00B532D4"/>
          <w:p w:rsidR="00B532D4" w:rsidRDefault="00B532D4"/>
          <w:p w:rsidR="00B532D4" w:rsidRDefault="00B532D4"/>
          <w:p w:rsidR="00B532D4" w:rsidRDefault="00B532D4"/>
          <w:p w:rsidR="00B532D4" w:rsidRDefault="00B532D4"/>
          <w:p w:rsidR="00B532D4" w:rsidRDefault="00B532D4"/>
          <w:p w:rsidR="00B532D4" w:rsidRDefault="00B532D4"/>
          <w:p w:rsidR="00B532D4" w:rsidRDefault="00B532D4"/>
          <w:p w:rsidR="00B532D4" w:rsidRDefault="00B532D4"/>
          <w:p w:rsidR="00B532D4" w:rsidRDefault="00B532D4"/>
          <w:p w:rsidR="004C69E8" w:rsidRDefault="004C69E8">
            <w:r>
              <w:lastRenderedPageBreak/>
              <w:t>Practical example</w:t>
            </w:r>
          </w:p>
          <w:p w:rsidR="004C69E8" w:rsidRDefault="004C69E8"/>
          <w:p w:rsidR="004C69E8" w:rsidRDefault="004C69E8"/>
          <w:p w:rsidR="008C0582" w:rsidRDefault="008C0582"/>
          <w:p w:rsidR="008C0582" w:rsidRDefault="008C0582"/>
          <w:p w:rsidR="004C69E8" w:rsidRDefault="004C69E8">
            <w:r>
              <w:t>Someone on the phone to contact</w:t>
            </w:r>
          </w:p>
          <w:p w:rsidR="004C69E8" w:rsidRDefault="004C69E8">
            <w:r>
              <w:t>Listened to</w:t>
            </w:r>
            <w:r w:rsidR="00015C60">
              <w:t xml:space="preserve"> and feeling supported</w:t>
            </w:r>
          </w:p>
          <w:p w:rsidR="004C69E8" w:rsidRDefault="004C69E8"/>
          <w:p w:rsidR="004C69E8" w:rsidRDefault="004C69E8">
            <w:r>
              <w:t>Someone who would support the girls</w:t>
            </w:r>
            <w:r w:rsidR="008C0582">
              <w:t xml:space="preserve"> and connect with the C</w:t>
            </w:r>
            <w:r w:rsidR="00015C60">
              <w:t>arer</w:t>
            </w:r>
          </w:p>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r>
              <w:t xml:space="preserve">Beyond support the school is aiming to understand from the girl’s perspective </w:t>
            </w:r>
          </w:p>
          <w:p w:rsidR="00015C60" w:rsidRDefault="00015C60"/>
          <w:p w:rsidR="00015C60" w:rsidRDefault="00015C60">
            <w:r>
              <w:t xml:space="preserve">Practical process clarity of process in the support from school and engagement with Carer and pupils. </w:t>
            </w:r>
          </w:p>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r>
              <w:t>Experiences – positive life experiences</w:t>
            </w:r>
          </w:p>
          <w:p w:rsidR="00015C60" w:rsidRDefault="00015C60"/>
          <w:p w:rsidR="00015C60" w:rsidRDefault="00015C60">
            <w:r>
              <w:t>Pleased to see the children excited</w:t>
            </w:r>
          </w:p>
          <w:p w:rsidR="00015C60" w:rsidRDefault="00015C60"/>
          <w:p w:rsidR="00015C60" w:rsidRDefault="00015C60">
            <w:r>
              <w:t xml:space="preserve">The school is giving them something </w:t>
            </w:r>
          </w:p>
          <w:p w:rsidR="009E311F" w:rsidRDefault="009E311F"/>
          <w:p w:rsidR="009E311F" w:rsidRDefault="009E311F">
            <w:r>
              <w:t xml:space="preserve">The excitement of the girls reflecting that it is important for her as carer to see a positive outcome for the girls. </w:t>
            </w:r>
          </w:p>
          <w:p w:rsidR="009E311F" w:rsidRDefault="009E311F"/>
          <w:p w:rsidR="009E311F" w:rsidRDefault="009E311F"/>
          <w:p w:rsidR="009E311F" w:rsidRDefault="009E311F"/>
          <w:p w:rsidR="009E311F" w:rsidRDefault="009E311F"/>
          <w:p w:rsidR="009E311F" w:rsidRDefault="009E311F"/>
          <w:p w:rsidR="009E311F" w:rsidRDefault="009E311F"/>
          <w:p w:rsidR="003E529E" w:rsidRDefault="003E529E"/>
          <w:p w:rsidR="009E311F" w:rsidRDefault="009E311F">
            <w:r>
              <w:t xml:space="preserve">Doing something different – effort being made for the girls </w:t>
            </w:r>
          </w:p>
          <w:p w:rsidR="009E311F" w:rsidRDefault="009E311F"/>
          <w:p w:rsidR="009E311F" w:rsidRDefault="009E311F"/>
          <w:p w:rsidR="009E311F" w:rsidRDefault="009E311F"/>
          <w:p w:rsidR="009E311F" w:rsidRDefault="009E311F">
            <w:r>
              <w:t>Sense of pride</w:t>
            </w:r>
          </w:p>
          <w:p w:rsidR="009E311F" w:rsidRDefault="009E311F"/>
          <w:p w:rsidR="009E311F" w:rsidRDefault="009E311F"/>
          <w:p w:rsidR="009E311F" w:rsidRDefault="009E311F">
            <w:r>
              <w:t xml:space="preserve">Sense of enjoyment </w:t>
            </w:r>
          </w:p>
          <w:p w:rsidR="009E311F" w:rsidRDefault="009E311F"/>
          <w:p w:rsidR="009E311F" w:rsidRDefault="009E311F">
            <w:r>
              <w:t xml:space="preserve">Enjoyment – joint experience and sense of enjoyment. </w:t>
            </w:r>
          </w:p>
          <w:p w:rsidR="009E311F" w:rsidRDefault="009E311F"/>
          <w:p w:rsidR="003E529E" w:rsidRDefault="003E529E"/>
          <w:p w:rsidR="003E529E" w:rsidRDefault="003E529E"/>
          <w:p w:rsidR="003E529E" w:rsidRDefault="003E529E">
            <w:r>
              <w:t xml:space="preserve">Clear sense of the Carers feelings evoked by the positives that the project had provided the girls. </w:t>
            </w:r>
          </w:p>
          <w:p w:rsidR="003E529E" w:rsidRDefault="003E529E"/>
          <w:p w:rsidR="009E311F" w:rsidRDefault="009E311F">
            <w:r>
              <w:t xml:space="preserve">Relationship – Carer and girls important and daughter as other family member (this daughter Auntie to the girls) </w:t>
            </w:r>
          </w:p>
          <w:p w:rsidR="009E311F" w:rsidRDefault="009E311F"/>
          <w:p w:rsidR="009E311F" w:rsidRDefault="009E311F"/>
          <w:p w:rsidR="009E311F" w:rsidRDefault="009E311F"/>
          <w:p w:rsidR="009E311F" w:rsidRDefault="009E311F"/>
          <w:p w:rsidR="009E311F" w:rsidRDefault="009E311F"/>
          <w:p w:rsidR="009E311F" w:rsidRDefault="009E311F"/>
          <w:p w:rsidR="009E311F" w:rsidRDefault="009E311F"/>
          <w:p w:rsidR="009E311F" w:rsidRDefault="009E311F"/>
          <w:p w:rsidR="009E311F" w:rsidRDefault="009E311F"/>
          <w:p w:rsidR="009E311F" w:rsidRDefault="009E311F">
            <w:r>
              <w:t xml:space="preserve">Value of the shared activity and time to talk to school about the girls. </w:t>
            </w:r>
          </w:p>
          <w:p w:rsidR="00015C60" w:rsidRDefault="00015C60"/>
          <w:p w:rsidR="00015C60" w:rsidRDefault="00015C60"/>
          <w:p w:rsidR="00015C60" w:rsidRDefault="00015C60"/>
          <w:p w:rsidR="00015C60" w:rsidRDefault="00015C60"/>
          <w:p w:rsidR="00015C60" w:rsidRDefault="00015C60"/>
          <w:p w:rsidR="00015C60" w:rsidRDefault="00015C60"/>
          <w:p w:rsidR="007771D0" w:rsidRDefault="007771D0"/>
          <w:p w:rsidR="007771D0" w:rsidRDefault="007771D0"/>
          <w:p w:rsidR="007771D0" w:rsidRDefault="007771D0"/>
          <w:p w:rsidR="007771D0" w:rsidRDefault="007771D0"/>
          <w:p w:rsidR="007771D0" w:rsidRDefault="007771D0">
            <w:r>
              <w:t>Motivation</w:t>
            </w:r>
          </w:p>
          <w:p w:rsidR="007771D0" w:rsidRDefault="007771D0"/>
          <w:p w:rsidR="007771D0" w:rsidRDefault="007771D0">
            <w:r>
              <w:t xml:space="preserve">Relational- interested teachers. </w:t>
            </w:r>
          </w:p>
          <w:p w:rsidR="007771D0" w:rsidRDefault="007771D0"/>
          <w:p w:rsidR="007771D0" w:rsidRDefault="007771D0"/>
          <w:p w:rsidR="007771D0" w:rsidRDefault="007771D0">
            <w:r>
              <w:t>Confidence</w:t>
            </w:r>
          </w:p>
          <w:p w:rsidR="007771D0" w:rsidRDefault="007771D0">
            <w:r>
              <w:t>Fun</w:t>
            </w:r>
          </w:p>
          <w:p w:rsidR="007771D0" w:rsidRDefault="007771D0">
            <w:r>
              <w:t xml:space="preserve">Interest in the individual </w:t>
            </w:r>
          </w:p>
          <w:p w:rsidR="0039593C" w:rsidRDefault="0039593C"/>
          <w:p w:rsidR="0039593C" w:rsidRDefault="0039593C"/>
          <w:p w:rsidR="0039593C" w:rsidRDefault="0039593C"/>
          <w:p w:rsidR="0039593C" w:rsidRDefault="0039593C"/>
          <w:p w:rsidR="0039593C" w:rsidRDefault="0039593C"/>
          <w:p w:rsidR="0039593C" w:rsidRDefault="0039593C"/>
          <w:p w:rsidR="0039593C" w:rsidRDefault="0039593C"/>
          <w:p w:rsidR="0039593C" w:rsidRDefault="0039593C"/>
          <w:p w:rsidR="0039593C" w:rsidRDefault="0039593C"/>
          <w:p w:rsidR="0039593C" w:rsidRDefault="0039593C"/>
          <w:p w:rsidR="0039593C" w:rsidRDefault="0039593C"/>
          <w:p w:rsidR="0039593C" w:rsidRDefault="0039593C">
            <w:r>
              <w:t>Own positive experience of school – value of education.</w:t>
            </w:r>
          </w:p>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015C60" w:rsidRDefault="0039593C">
            <w:r>
              <w:t>Education valued</w:t>
            </w:r>
          </w:p>
          <w:p w:rsidR="0039593C" w:rsidRDefault="0039593C"/>
          <w:p w:rsidR="0039593C" w:rsidRDefault="0039593C">
            <w:r>
              <w:t>Life’s circumstances for the girls (leading to grandmother becoming a Carer.</w:t>
            </w:r>
          </w:p>
          <w:p w:rsidR="0039593C" w:rsidRDefault="0039593C"/>
          <w:p w:rsidR="0039593C" w:rsidRDefault="0039593C">
            <w:r>
              <w:t xml:space="preserve">Work ethic – hard work </w:t>
            </w:r>
          </w:p>
          <w:p w:rsidR="0039593C" w:rsidRDefault="0039593C"/>
          <w:p w:rsidR="005A312D" w:rsidRDefault="005A312D"/>
          <w:p w:rsidR="005A312D" w:rsidRDefault="005A312D"/>
          <w:p w:rsidR="005A312D" w:rsidRDefault="005A312D"/>
          <w:p w:rsidR="005A312D" w:rsidRDefault="005A312D"/>
          <w:p w:rsidR="005A312D" w:rsidRDefault="005A312D"/>
          <w:p w:rsidR="005A312D" w:rsidRDefault="005A312D"/>
          <w:p w:rsidR="005A312D" w:rsidRDefault="005A312D"/>
          <w:p w:rsidR="005A312D" w:rsidRDefault="005A312D"/>
          <w:p w:rsidR="005A312D" w:rsidRDefault="005A312D"/>
          <w:p w:rsidR="005A312D" w:rsidRDefault="005A312D"/>
          <w:p w:rsidR="005A312D" w:rsidRDefault="005A312D"/>
          <w:p w:rsidR="0039593C" w:rsidRDefault="0039593C">
            <w:r>
              <w:t>Hard work</w:t>
            </w:r>
          </w:p>
          <w:p w:rsidR="0039593C" w:rsidRDefault="0039593C">
            <w:r>
              <w:t>Encouragement and support of wider family</w:t>
            </w:r>
            <w:r w:rsidR="0006293A">
              <w:t xml:space="preserve"> and example and modelling of their Aunties. </w:t>
            </w:r>
          </w:p>
          <w:p w:rsidR="0006293A" w:rsidRDefault="0006293A"/>
          <w:p w:rsidR="0006293A" w:rsidRDefault="0006293A"/>
          <w:p w:rsidR="0006293A" w:rsidRDefault="0006293A"/>
          <w:p w:rsidR="0006293A" w:rsidRDefault="0006293A"/>
          <w:p w:rsidR="0006293A" w:rsidRDefault="0006293A"/>
          <w:p w:rsidR="0006293A" w:rsidRDefault="0006293A"/>
          <w:p w:rsidR="0006293A" w:rsidRDefault="0006293A"/>
          <w:p w:rsidR="0006293A" w:rsidRDefault="0006293A"/>
          <w:p w:rsidR="0006293A" w:rsidRDefault="0006293A">
            <w:r>
              <w:t>Effort</w:t>
            </w:r>
          </w:p>
          <w:p w:rsidR="0006293A" w:rsidRDefault="0006293A">
            <w:r>
              <w:t>Something ‘out of the box’  on the part of the school</w:t>
            </w:r>
          </w:p>
          <w:p w:rsidR="0006293A" w:rsidRDefault="0006293A"/>
          <w:p w:rsidR="0006293A" w:rsidRDefault="0006293A"/>
          <w:p w:rsidR="0006293A" w:rsidRDefault="0006293A">
            <w:r>
              <w:t>Positive experiences – previous and now more so because of the project.</w:t>
            </w:r>
          </w:p>
          <w:p w:rsidR="0006293A" w:rsidRDefault="0006293A"/>
          <w:p w:rsidR="0006293A" w:rsidRDefault="0006293A">
            <w:r>
              <w:t>Motivation</w:t>
            </w:r>
          </w:p>
          <w:p w:rsidR="0006293A" w:rsidRDefault="0006293A">
            <w:r>
              <w:t>Confidence</w:t>
            </w:r>
          </w:p>
          <w:p w:rsidR="0006293A" w:rsidRDefault="0006293A"/>
          <w:p w:rsidR="00015C60" w:rsidRDefault="00015C60"/>
          <w:p w:rsidR="00015C60" w:rsidRDefault="00015C60"/>
          <w:p w:rsidR="00015C60" w:rsidRDefault="00015C60"/>
          <w:p w:rsidR="00015C60" w:rsidRDefault="00015C60"/>
          <w:p w:rsidR="00015C60" w:rsidRDefault="00015C60"/>
          <w:p w:rsidR="00015C60" w:rsidRDefault="00015C60"/>
          <w:p w:rsidR="00015C60" w:rsidRDefault="00015C60"/>
          <w:p w:rsidR="004C69E8" w:rsidRDefault="004C69E8"/>
          <w:p w:rsidR="004C69E8" w:rsidRDefault="004C69E8"/>
          <w:p w:rsidR="004C69E8" w:rsidRDefault="0006293A">
            <w:r>
              <w:t>Communication</w:t>
            </w:r>
          </w:p>
          <w:p w:rsidR="0006293A" w:rsidRDefault="0006293A"/>
          <w:p w:rsidR="0006293A" w:rsidRDefault="0006293A">
            <w:r>
              <w:t xml:space="preserve">Confidence </w:t>
            </w:r>
          </w:p>
          <w:p w:rsidR="004C69E8" w:rsidRDefault="004C69E8"/>
          <w:p w:rsidR="004C69E8" w:rsidRDefault="004C69E8"/>
          <w:p w:rsidR="004C69E8" w:rsidRDefault="004C69E8"/>
          <w:p w:rsidR="004C69E8" w:rsidRDefault="004C69E8"/>
          <w:p w:rsidR="004C69E8" w:rsidRDefault="004C69E8"/>
          <w:p w:rsidR="004C69E8" w:rsidRDefault="004C69E8"/>
          <w:p w:rsidR="0006293A" w:rsidRDefault="0006293A"/>
          <w:p w:rsidR="0006293A" w:rsidRDefault="0006293A"/>
          <w:p w:rsidR="0006293A" w:rsidRDefault="0006293A">
            <w:r>
              <w:t xml:space="preserve">Appreciation of the school – effort </w:t>
            </w:r>
          </w:p>
          <w:p w:rsidR="00985EC3" w:rsidRDefault="00985EC3"/>
          <w:p w:rsidR="00985EC3" w:rsidRDefault="00985EC3"/>
          <w:p w:rsidR="00985EC3" w:rsidRDefault="00985EC3"/>
          <w:p w:rsidR="00985EC3" w:rsidRDefault="00985EC3">
            <w:r>
              <w:t>Appreciative world view that the experience of school is that it is a positive and helpful place.</w:t>
            </w:r>
          </w:p>
          <w:p w:rsidR="00985EC3" w:rsidRDefault="00985EC3"/>
          <w:p w:rsidR="00985EC3" w:rsidRDefault="00985EC3"/>
          <w:p w:rsidR="00985EC3" w:rsidRDefault="00985EC3"/>
          <w:p w:rsidR="00985EC3" w:rsidRDefault="00985EC3"/>
          <w:p w:rsidR="00985EC3" w:rsidRDefault="00985EC3"/>
          <w:p w:rsidR="00985EC3" w:rsidRDefault="00985EC3"/>
          <w:p w:rsidR="00985EC3" w:rsidRDefault="00985EC3"/>
          <w:p w:rsidR="00985EC3" w:rsidRDefault="00985EC3"/>
          <w:p w:rsidR="00985EC3" w:rsidRDefault="00985EC3"/>
          <w:p w:rsidR="00985EC3" w:rsidRDefault="00985EC3">
            <w:r>
              <w:t xml:space="preserve">Recognising the importance and value of </w:t>
            </w:r>
            <w:r w:rsidR="001C6940">
              <w:t>‘</w:t>
            </w:r>
            <w:r>
              <w:t>good communication</w:t>
            </w:r>
            <w:r w:rsidR="001C6940">
              <w:t>’</w:t>
            </w:r>
            <w:r>
              <w:t xml:space="preserve">. </w:t>
            </w:r>
          </w:p>
          <w:p w:rsidR="001C6940" w:rsidRDefault="001C6940"/>
          <w:p w:rsidR="001C6940" w:rsidRDefault="001C6940"/>
          <w:p w:rsidR="001C6940" w:rsidRDefault="001C6940"/>
          <w:p w:rsidR="001C6940" w:rsidRDefault="001C6940"/>
          <w:p w:rsidR="001C6940" w:rsidRDefault="001C6940"/>
          <w:p w:rsidR="001C6940" w:rsidRDefault="001C6940"/>
          <w:p w:rsidR="001C6940" w:rsidRDefault="001C6940"/>
          <w:p w:rsidR="001C6940" w:rsidRDefault="001C6940"/>
          <w:p w:rsidR="001C6940" w:rsidRDefault="001C6940"/>
          <w:p w:rsidR="001C6940" w:rsidRDefault="001C6940"/>
          <w:p w:rsidR="001C6940" w:rsidRDefault="001C6940"/>
          <w:p w:rsidR="001C6940" w:rsidRDefault="001C6940"/>
          <w:p w:rsidR="001C6940" w:rsidRDefault="001C6940">
            <w:r>
              <w:t>Communication is a valued and key principle in success and engagement</w:t>
            </w:r>
          </w:p>
        </w:tc>
        <w:tc>
          <w:tcPr>
            <w:tcW w:w="4649" w:type="dxa"/>
          </w:tcPr>
          <w:p w:rsidR="00BE084C" w:rsidRDefault="00CF41EF" w:rsidP="00CF41EF">
            <w:r>
              <w:lastRenderedPageBreak/>
              <w:t xml:space="preserve">I: - What has your experience with school staff been like this year? </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R: not been much difference for parents or carers but the girls have noticed things.  The only thin</w:t>
            </w:r>
            <w:r w:rsidR="004C69E8">
              <w:rPr>
                <w:rFonts w:ascii="Arial" w:hAnsi="Arial" w:cs="Arial"/>
              </w:rPr>
              <w:t>g was the meeting with parents</w:t>
            </w:r>
            <w:r>
              <w:rPr>
                <w:rFonts w:ascii="Arial" w:hAnsi="Arial" w:cs="Arial"/>
              </w:rPr>
              <w:t>.</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I (Prompt) - So who was at the meeting?</w:t>
            </w:r>
            <w:r w:rsidR="004C69E8">
              <w:rPr>
                <w:rFonts w:ascii="Arial" w:hAnsi="Arial" w:cs="Arial"/>
              </w:rPr>
              <w:t xml:space="preserve"> (10)</w:t>
            </w:r>
          </w:p>
          <w:p w:rsidR="009A2FC0" w:rsidRDefault="009A2FC0" w:rsidP="009A2FC0">
            <w:pPr>
              <w:rPr>
                <w:rFonts w:ascii="Arial" w:hAnsi="Arial" w:cs="Arial"/>
              </w:rPr>
            </w:pPr>
          </w:p>
          <w:p w:rsidR="009A2FC0" w:rsidRPr="00294B9C" w:rsidRDefault="004C69E8" w:rsidP="009A2FC0">
            <w:pPr>
              <w:rPr>
                <w:rFonts w:ascii="Arial" w:hAnsi="Arial" w:cs="Arial"/>
                <w:u w:val="single"/>
              </w:rPr>
            </w:pPr>
            <w:r>
              <w:rPr>
                <w:rFonts w:ascii="Arial" w:hAnsi="Arial" w:cs="Arial"/>
              </w:rPr>
              <w:t xml:space="preserve">R: </w:t>
            </w:r>
            <w:r w:rsidR="009A2FC0" w:rsidRPr="00E44051">
              <w:rPr>
                <w:rFonts w:ascii="Arial" w:hAnsi="Arial" w:cs="Arial"/>
                <w:b/>
              </w:rPr>
              <w:t xml:space="preserve">Some of the other parents and teachers.  We sat around at the tables and made suggestions. </w:t>
            </w:r>
            <w:r w:rsidR="009A2FC0">
              <w:rPr>
                <w:rFonts w:ascii="Arial" w:hAnsi="Arial" w:cs="Arial"/>
              </w:rPr>
              <w:t xml:space="preserve"> </w:t>
            </w:r>
            <w:r w:rsidR="009A2FC0" w:rsidRPr="00EF6A28">
              <w:rPr>
                <w:rFonts w:ascii="Arial" w:hAnsi="Arial" w:cs="Arial"/>
                <w:u w:val="single"/>
              </w:rPr>
              <w:t>I suggested</w:t>
            </w:r>
            <w:r w:rsidR="009A2FC0">
              <w:rPr>
                <w:rFonts w:ascii="Arial" w:hAnsi="Arial" w:cs="Arial"/>
              </w:rPr>
              <w:t xml:space="preserve"> what the um, what the girls did at </w:t>
            </w:r>
            <w:r>
              <w:rPr>
                <w:rFonts w:ascii="Arial" w:hAnsi="Arial" w:cs="Arial"/>
              </w:rPr>
              <w:t xml:space="preserve">XXXX </w:t>
            </w:r>
            <w:r w:rsidR="009A2FC0">
              <w:rPr>
                <w:rFonts w:ascii="Arial" w:hAnsi="Arial" w:cs="Arial"/>
              </w:rPr>
              <w:t>(</w:t>
            </w:r>
            <w:r w:rsidRPr="004C69E8">
              <w:rPr>
                <w:rFonts w:ascii="Arial" w:hAnsi="Arial" w:cs="Arial"/>
                <w:i/>
              </w:rPr>
              <w:t>the girls primary school</w:t>
            </w:r>
            <w:r>
              <w:rPr>
                <w:rFonts w:ascii="Arial" w:hAnsi="Arial" w:cs="Arial"/>
              </w:rPr>
              <w:t>)</w:t>
            </w:r>
            <w:r w:rsidR="009A2FC0">
              <w:rPr>
                <w:rFonts w:ascii="Arial" w:hAnsi="Arial" w:cs="Arial"/>
              </w:rPr>
              <w:t xml:space="preserve"> </w:t>
            </w:r>
            <w:r w:rsidRPr="00294B9C">
              <w:rPr>
                <w:rFonts w:ascii="Arial" w:hAnsi="Arial" w:cs="Arial"/>
                <w:u w:val="single"/>
              </w:rPr>
              <w:t xml:space="preserve">see the </w:t>
            </w:r>
            <w:r w:rsidR="009A2FC0" w:rsidRPr="00294B9C">
              <w:rPr>
                <w:rFonts w:ascii="Arial" w:hAnsi="Arial" w:cs="Arial"/>
                <w:u w:val="single"/>
              </w:rPr>
              <w:t xml:space="preserve">work </w:t>
            </w:r>
            <w:r w:rsidRPr="00294B9C">
              <w:rPr>
                <w:rFonts w:ascii="Arial" w:hAnsi="Arial" w:cs="Arial"/>
                <w:u w:val="single"/>
              </w:rPr>
              <w:t xml:space="preserve">the </w:t>
            </w:r>
            <w:r w:rsidR="009A2FC0" w:rsidRPr="00294B9C">
              <w:rPr>
                <w:rFonts w:ascii="Arial" w:hAnsi="Arial" w:cs="Arial"/>
                <w:u w:val="single"/>
              </w:rPr>
              <w:t xml:space="preserve">children </w:t>
            </w:r>
            <w:r w:rsidRPr="00294B9C">
              <w:rPr>
                <w:rFonts w:ascii="Arial" w:hAnsi="Arial" w:cs="Arial"/>
                <w:u w:val="single"/>
              </w:rPr>
              <w:t xml:space="preserve">are </w:t>
            </w:r>
            <w:r w:rsidR="009A2FC0" w:rsidRPr="00294B9C">
              <w:rPr>
                <w:rFonts w:ascii="Arial" w:hAnsi="Arial" w:cs="Arial"/>
                <w:u w:val="single"/>
              </w:rPr>
              <w:t>doing so they can help them with their homework.</w:t>
            </w:r>
            <w:r w:rsidR="009C3DB3">
              <w:rPr>
                <w:rFonts w:ascii="Arial" w:hAnsi="Arial" w:cs="Arial"/>
                <w:u w:val="single"/>
              </w:rPr>
              <w:t xml:space="preserve"> (014)</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 xml:space="preserve">Parents should go to classes </w:t>
            </w:r>
            <w:r w:rsidR="0006293A">
              <w:rPr>
                <w:rFonts w:ascii="Arial" w:hAnsi="Arial" w:cs="Arial"/>
              </w:rPr>
              <w:t xml:space="preserve">like Maths </w:t>
            </w:r>
            <w:r>
              <w:rPr>
                <w:rFonts w:ascii="Arial" w:hAnsi="Arial" w:cs="Arial"/>
              </w:rPr>
              <w:t xml:space="preserve">the children are doing </w:t>
            </w:r>
            <w:r w:rsidRPr="00294B9C">
              <w:rPr>
                <w:rFonts w:ascii="Arial" w:hAnsi="Arial" w:cs="Arial"/>
                <w:u w:val="single"/>
              </w:rPr>
              <w:t>so pare</w:t>
            </w:r>
            <w:r w:rsidR="004C69E8" w:rsidRPr="00294B9C">
              <w:rPr>
                <w:rFonts w:ascii="Arial" w:hAnsi="Arial" w:cs="Arial"/>
                <w:u w:val="single"/>
              </w:rPr>
              <w:t>nts can help with the homework.</w:t>
            </w:r>
            <w:r w:rsidR="004C69E8">
              <w:rPr>
                <w:rFonts w:ascii="Arial" w:hAnsi="Arial" w:cs="Arial"/>
              </w:rPr>
              <w:t xml:space="preserve"> (</w:t>
            </w:r>
            <w:r>
              <w:rPr>
                <w:rFonts w:ascii="Arial" w:hAnsi="Arial" w:cs="Arial"/>
              </w:rPr>
              <w:t>015)</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I</w:t>
            </w:r>
            <w:r w:rsidR="004C69E8">
              <w:rPr>
                <w:rFonts w:ascii="Arial" w:hAnsi="Arial" w:cs="Arial"/>
              </w:rPr>
              <w:t>: prompt – Did they take</w:t>
            </w:r>
            <w:r>
              <w:rPr>
                <w:rFonts w:ascii="Arial" w:hAnsi="Arial" w:cs="Arial"/>
              </w:rPr>
              <w:t xml:space="preserve"> up the suggestion?</w:t>
            </w:r>
            <w:r w:rsidR="004C69E8">
              <w:rPr>
                <w:rFonts w:ascii="Arial" w:hAnsi="Arial" w:cs="Arial"/>
              </w:rPr>
              <w:t xml:space="preserve"> (018)</w:t>
            </w:r>
          </w:p>
          <w:p w:rsidR="009A2FC0" w:rsidRDefault="009A2FC0" w:rsidP="009A2FC0">
            <w:pPr>
              <w:rPr>
                <w:rFonts w:ascii="Arial" w:hAnsi="Arial" w:cs="Arial"/>
              </w:rPr>
            </w:pPr>
          </w:p>
          <w:p w:rsidR="004C69E8" w:rsidRDefault="004C69E8" w:rsidP="009A2FC0">
            <w:pPr>
              <w:rPr>
                <w:rFonts w:ascii="Arial" w:hAnsi="Arial" w:cs="Arial"/>
              </w:rPr>
            </w:pPr>
            <w:r>
              <w:rPr>
                <w:rFonts w:ascii="Arial" w:hAnsi="Arial" w:cs="Arial"/>
              </w:rPr>
              <w:t xml:space="preserve">R: </w:t>
            </w:r>
            <w:r w:rsidR="009A2FC0">
              <w:rPr>
                <w:rFonts w:ascii="Arial" w:hAnsi="Arial" w:cs="Arial"/>
              </w:rPr>
              <w:t xml:space="preserve">Yes, yes, I never went to it though.  </w:t>
            </w:r>
            <w:r>
              <w:rPr>
                <w:rFonts w:ascii="Arial" w:hAnsi="Arial" w:cs="Arial"/>
              </w:rPr>
              <w:t>It was</w:t>
            </w:r>
          </w:p>
          <w:p w:rsidR="009A2FC0" w:rsidRDefault="004C69E8" w:rsidP="009A2FC0">
            <w:pPr>
              <w:rPr>
                <w:rFonts w:ascii="Arial" w:hAnsi="Arial" w:cs="Arial"/>
              </w:rPr>
            </w:pPr>
            <w:proofErr w:type="gramStart"/>
            <w:r>
              <w:rPr>
                <w:rFonts w:ascii="Arial" w:hAnsi="Arial" w:cs="Arial"/>
              </w:rPr>
              <w:t>c</w:t>
            </w:r>
            <w:r w:rsidR="009A2FC0">
              <w:rPr>
                <w:rFonts w:ascii="Arial" w:hAnsi="Arial" w:cs="Arial"/>
              </w:rPr>
              <w:t>ompletely</w:t>
            </w:r>
            <w:proofErr w:type="gramEnd"/>
            <w:r w:rsidR="009A2FC0">
              <w:rPr>
                <w:rFonts w:ascii="Arial" w:hAnsi="Arial" w:cs="Arial"/>
              </w:rPr>
              <w:t xml:space="preserve"> different when at school in </w:t>
            </w:r>
            <w:r>
              <w:rPr>
                <w:rFonts w:ascii="Arial" w:hAnsi="Arial" w:cs="Arial"/>
              </w:rPr>
              <w:t>my day so I couldn’t help them. (021) It c</w:t>
            </w:r>
            <w:r w:rsidR="009A2FC0">
              <w:rPr>
                <w:rFonts w:ascii="Arial" w:hAnsi="Arial" w:cs="Arial"/>
              </w:rPr>
              <w:t>hanges all the time you know</w:t>
            </w:r>
            <w:proofErr w:type="gramStart"/>
            <w:r w:rsidR="009A2FC0">
              <w:rPr>
                <w:rFonts w:ascii="Arial" w:hAnsi="Arial" w:cs="Arial"/>
              </w:rPr>
              <w:t>,</w:t>
            </w:r>
            <w:proofErr w:type="gramEnd"/>
            <w:r w:rsidR="009A2FC0">
              <w:rPr>
                <w:rFonts w:ascii="Arial" w:hAnsi="Arial" w:cs="Arial"/>
              </w:rPr>
              <w:t xml:space="preserve"> you need to know how to work a computer (laughs).</w:t>
            </w:r>
            <w:r w:rsidR="00DA26D6">
              <w:rPr>
                <w:rFonts w:ascii="Arial" w:hAnsi="Arial" w:cs="Arial"/>
              </w:rPr>
              <w:t xml:space="preserve"> (022)</w:t>
            </w:r>
            <w:r w:rsidR="009A2FC0">
              <w:rPr>
                <w:rFonts w:ascii="Arial" w:hAnsi="Arial" w:cs="Arial"/>
              </w:rPr>
              <w:t xml:space="preserve">  </w:t>
            </w:r>
          </w:p>
          <w:p w:rsidR="009A2FC0" w:rsidRDefault="009A2FC0" w:rsidP="009A2FC0">
            <w:pPr>
              <w:spacing w:before="240"/>
              <w:rPr>
                <w:rFonts w:ascii="Arial" w:hAnsi="Arial" w:cs="Arial"/>
              </w:rPr>
            </w:pPr>
            <w:r>
              <w:rPr>
                <w:rFonts w:ascii="Arial" w:hAnsi="Arial" w:cs="Arial"/>
              </w:rPr>
              <w:t>I (023) - So you made these suggestions at the meeting?  (Prompt) were there a lot of you?</w:t>
            </w:r>
          </w:p>
          <w:p w:rsidR="009A2FC0" w:rsidRDefault="009A2FC0" w:rsidP="009A2FC0">
            <w:pPr>
              <w:rPr>
                <w:rFonts w:ascii="Arial" w:hAnsi="Arial" w:cs="Arial"/>
              </w:rPr>
            </w:pPr>
          </w:p>
          <w:p w:rsidR="009A2FC0" w:rsidRDefault="004C69E8" w:rsidP="009A2FC0">
            <w:pPr>
              <w:rPr>
                <w:rFonts w:ascii="Arial" w:hAnsi="Arial" w:cs="Arial"/>
              </w:rPr>
            </w:pPr>
            <w:r>
              <w:rPr>
                <w:rFonts w:ascii="Arial" w:hAnsi="Arial" w:cs="Arial"/>
              </w:rPr>
              <w:lastRenderedPageBreak/>
              <w:t xml:space="preserve">R: </w:t>
            </w:r>
            <w:r w:rsidR="009A2FC0">
              <w:rPr>
                <w:rFonts w:ascii="Arial" w:hAnsi="Arial" w:cs="Arial"/>
              </w:rPr>
              <w:t>Quite a few, about 12.</w:t>
            </w:r>
            <w:r>
              <w:rPr>
                <w:rFonts w:ascii="Arial" w:hAnsi="Arial" w:cs="Arial"/>
              </w:rPr>
              <w:t xml:space="preserve"> (025)</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I – We</w:t>
            </w:r>
            <w:r w:rsidR="004C69E8">
              <w:rPr>
                <w:rFonts w:ascii="Arial" w:hAnsi="Arial" w:cs="Arial"/>
              </w:rPr>
              <w:t>re the children there as well or j</w:t>
            </w:r>
            <w:r>
              <w:rPr>
                <w:rFonts w:ascii="Arial" w:hAnsi="Arial" w:cs="Arial"/>
              </w:rPr>
              <w:t>ust the parents?</w:t>
            </w:r>
          </w:p>
          <w:p w:rsidR="009A2FC0" w:rsidRDefault="009A2FC0" w:rsidP="009A2FC0">
            <w:pPr>
              <w:rPr>
                <w:rFonts w:ascii="Arial" w:hAnsi="Arial" w:cs="Arial"/>
              </w:rPr>
            </w:pPr>
          </w:p>
          <w:p w:rsidR="009A2FC0" w:rsidRDefault="004C69E8" w:rsidP="009A2FC0">
            <w:pPr>
              <w:rPr>
                <w:rFonts w:ascii="Arial" w:hAnsi="Arial" w:cs="Arial"/>
              </w:rPr>
            </w:pPr>
            <w:r>
              <w:rPr>
                <w:rFonts w:ascii="Arial" w:hAnsi="Arial" w:cs="Arial"/>
              </w:rPr>
              <w:t xml:space="preserve">R: </w:t>
            </w:r>
            <w:r w:rsidR="009A2FC0">
              <w:rPr>
                <w:rFonts w:ascii="Arial" w:hAnsi="Arial" w:cs="Arial"/>
              </w:rPr>
              <w:t>The children were there.</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I</w:t>
            </w:r>
            <w:r w:rsidR="004C69E8">
              <w:rPr>
                <w:rFonts w:ascii="Arial" w:hAnsi="Arial" w:cs="Arial"/>
              </w:rPr>
              <w:t xml:space="preserve"> – What was it like? </w:t>
            </w:r>
            <w:r>
              <w:rPr>
                <w:rFonts w:ascii="Arial" w:hAnsi="Arial" w:cs="Arial"/>
              </w:rPr>
              <w:t>(032)</w:t>
            </w:r>
          </w:p>
          <w:p w:rsidR="009A2FC0" w:rsidRDefault="009A2FC0" w:rsidP="009A2FC0">
            <w:pPr>
              <w:rPr>
                <w:rFonts w:ascii="Arial" w:hAnsi="Arial" w:cs="Arial"/>
              </w:rPr>
            </w:pPr>
          </w:p>
          <w:p w:rsidR="009A2FC0" w:rsidRDefault="004C69E8" w:rsidP="009A2FC0">
            <w:pPr>
              <w:rPr>
                <w:rFonts w:ascii="Arial" w:hAnsi="Arial" w:cs="Arial"/>
              </w:rPr>
            </w:pPr>
            <w:r>
              <w:rPr>
                <w:rFonts w:ascii="Arial" w:hAnsi="Arial" w:cs="Arial"/>
              </w:rPr>
              <w:t xml:space="preserve">R: </w:t>
            </w:r>
            <w:r w:rsidR="009A2FC0">
              <w:rPr>
                <w:rFonts w:ascii="Arial" w:hAnsi="Arial" w:cs="Arial"/>
              </w:rPr>
              <w:t xml:space="preserve">Very good actually.  They tend to be very supporting with the girls. </w:t>
            </w:r>
            <w:r w:rsidR="00DA26D6">
              <w:rPr>
                <w:rFonts w:ascii="Arial" w:hAnsi="Arial" w:cs="Arial"/>
              </w:rPr>
              <w:t>(033)</w:t>
            </w:r>
            <w:r w:rsidR="009A2FC0">
              <w:rPr>
                <w:rFonts w:ascii="Arial" w:hAnsi="Arial" w:cs="Arial"/>
              </w:rPr>
              <w:t xml:space="preserve"> Very good, very good, very supportive.  They have had difficult times (</w:t>
            </w:r>
            <w:r w:rsidR="008C0582" w:rsidRPr="008C0582">
              <w:rPr>
                <w:rFonts w:ascii="Arial" w:hAnsi="Arial" w:cs="Arial"/>
                <w:i/>
              </w:rPr>
              <w:t xml:space="preserve">reference to the </w:t>
            </w:r>
            <w:r w:rsidR="009A2FC0" w:rsidRPr="008C0582">
              <w:rPr>
                <w:rFonts w:ascii="Arial" w:hAnsi="Arial" w:cs="Arial"/>
                <w:i/>
              </w:rPr>
              <w:t>girls history</w:t>
            </w:r>
            <w:r w:rsidR="009A2FC0">
              <w:rPr>
                <w:rFonts w:ascii="Arial" w:hAnsi="Arial" w:cs="Arial"/>
              </w:rPr>
              <w:t>) yes.</w:t>
            </w:r>
            <w:r w:rsidR="00DA26D6">
              <w:rPr>
                <w:rFonts w:ascii="Arial" w:hAnsi="Arial" w:cs="Arial"/>
              </w:rPr>
              <w:t xml:space="preserve"> </w:t>
            </w:r>
            <w:r w:rsidR="008C0582">
              <w:rPr>
                <w:rFonts w:ascii="Arial" w:hAnsi="Arial" w:cs="Arial"/>
              </w:rPr>
              <w:t>034</w:t>
            </w:r>
          </w:p>
          <w:p w:rsidR="009A2FC0" w:rsidRDefault="009A2FC0" w:rsidP="009A2FC0">
            <w:pPr>
              <w:rPr>
                <w:rFonts w:ascii="Arial" w:hAnsi="Arial" w:cs="Arial"/>
              </w:rPr>
            </w:pPr>
          </w:p>
          <w:p w:rsidR="008C0582" w:rsidRDefault="008C0582" w:rsidP="009A2FC0">
            <w:pPr>
              <w:rPr>
                <w:rFonts w:ascii="Arial" w:hAnsi="Arial" w:cs="Arial"/>
              </w:rPr>
            </w:pPr>
          </w:p>
          <w:p w:rsidR="008C0582" w:rsidRDefault="008C0582"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B532D4" w:rsidRDefault="00B532D4" w:rsidP="009A2FC0">
            <w:pPr>
              <w:rPr>
                <w:rFonts w:ascii="Arial" w:hAnsi="Arial" w:cs="Arial"/>
              </w:rPr>
            </w:pPr>
          </w:p>
          <w:p w:rsidR="008C0582" w:rsidRDefault="008C0582" w:rsidP="009A2FC0">
            <w:pPr>
              <w:rPr>
                <w:rFonts w:ascii="Arial" w:hAnsi="Arial" w:cs="Arial"/>
              </w:rPr>
            </w:pPr>
          </w:p>
          <w:p w:rsidR="009A2FC0" w:rsidRDefault="009A2FC0" w:rsidP="009A2FC0">
            <w:pPr>
              <w:rPr>
                <w:rFonts w:ascii="Arial" w:hAnsi="Arial" w:cs="Arial"/>
              </w:rPr>
            </w:pPr>
            <w:r>
              <w:rPr>
                <w:rFonts w:ascii="Arial" w:hAnsi="Arial" w:cs="Arial"/>
              </w:rPr>
              <w:lastRenderedPageBreak/>
              <w:t>I</w:t>
            </w:r>
            <w:r w:rsidR="004C69E8">
              <w:rPr>
                <w:rFonts w:ascii="Arial" w:hAnsi="Arial" w:cs="Arial"/>
              </w:rPr>
              <w:t>:</w:t>
            </w:r>
            <w:r>
              <w:rPr>
                <w:rFonts w:ascii="Arial" w:hAnsi="Arial" w:cs="Arial"/>
              </w:rPr>
              <w:t xml:space="preserve"> - What did they do?</w:t>
            </w:r>
          </w:p>
          <w:p w:rsidR="009A2FC0" w:rsidRDefault="009A2FC0" w:rsidP="009A2FC0">
            <w:pPr>
              <w:rPr>
                <w:rFonts w:ascii="Arial" w:hAnsi="Arial" w:cs="Arial"/>
              </w:rPr>
            </w:pPr>
          </w:p>
          <w:p w:rsidR="009A2FC0" w:rsidRPr="00B532D4" w:rsidRDefault="004C69E8" w:rsidP="009A2FC0">
            <w:pPr>
              <w:rPr>
                <w:rFonts w:ascii="Arial" w:hAnsi="Arial" w:cs="Arial"/>
                <w:b/>
              </w:rPr>
            </w:pPr>
            <w:r>
              <w:rPr>
                <w:rFonts w:ascii="Arial" w:hAnsi="Arial" w:cs="Arial"/>
              </w:rPr>
              <w:t xml:space="preserve">R: I can always ring them up. </w:t>
            </w:r>
            <w:r w:rsidRPr="00B532D4">
              <w:rPr>
                <w:rFonts w:ascii="Arial" w:hAnsi="Arial" w:cs="Arial"/>
                <w:b/>
              </w:rPr>
              <w:t>They</w:t>
            </w:r>
          </w:p>
          <w:p w:rsidR="009A2FC0" w:rsidRDefault="004C69E8" w:rsidP="009A2FC0">
            <w:pPr>
              <w:rPr>
                <w:rFonts w:ascii="Arial" w:hAnsi="Arial" w:cs="Arial"/>
              </w:rPr>
            </w:pPr>
            <w:proofErr w:type="gramStart"/>
            <w:r w:rsidRPr="00B532D4">
              <w:rPr>
                <w:rFonts w:ascii="Arial" w:hAnsi="Arial" w:cs="Arial"/>
                <w:b/>
              </w:rPr>
              <w:t>a</w:t>
            </w:r>
            <w:r w:rsidR="009A2FC0" w:rsidRPr="00B532D4">
              <w:rPr>
                <w:rFonts w:ascii="Arial" w:hAnsi="Arial" w:cs="Arial"/>
                <w:b/>
              </w:rPr>
              <w:t>ctually</w:t>
            </w:r>
            <w:proofErr w:type="gramEnd"/>
            <w:r w:rsidR="009A2FC0" w:rsidRPr="00B532D4">
              <w:rPr>
                <w:rFonts w:ascii="Arial" w:hAnsi="Arial" w:cs="Arial"/>
                <w:b/>
              </w:rPr>
              <w:t xml:space="preserve"> helped by talking to the girls and worked with the girls th</w:t>
            </w:r>
            <w:r w:rsidRPr="00B532D4">
              <w:rPr>
                <w:rFonts w:ascii="Arial" w:hAnsi="Arial" w:cs="Arial"/>
                <w:b/>
              </w:rPr>
              <w:t>rough their problems as well.  They (</w:t>
            </w:r>
            <w:r w:rsidRPr="00B532D4">
              <w:rPr>
                <w:rFonts w:ascii="Arial" w:hAnsi="Arial" w:cs="Arial"/>
                <w:b/>
                <w:i/>
              </w:rPr>
              <w:t>the girls</w:t>
            </w:r>
            <w:r w:rsidRPr="00B532D4">
              <w:rPr>
                <w:rFonts w:ascii="Arial" w:hAnsi="Arial" w:cs="Arial"/>
                <w:b/>
              </w:rPr>
              <w:t xml:space="preserve">) had quite a few problems actually </w:t>
            </w:r>
            <w:r w:rsidR="009A2FC0" w:rsidRPr="00B532D4">
              <w:rPr>
                <w:rFonts w:ascii="Arial" w:hAnsi="Arial" w:cs="Arial"/>
                <w:b/>
              </w:rPr>
              <w:t>because I already had a social worker involved.</w:t>
            </w:r>
            <w:r>
              <w:rPr>
                <w:rFonts w:ascii="Arial" w:hAnsi="Arial" w:cs="Arial"/>
              </w:rPr>
              <w:t xml:space="preserve"> (039 - 044)  </w:t>
            </w:r>
          </w:p>
          <w:p w:rsidR="004C69E8" w:rsidRDefault="004C69E8" w:rsidP="009A2FC0">
            <w:pPr>
              <w:rPr>
                <w:rFonts w:ascii="Arial" w:hAnsi="Arial" w:cs="Arial"/>
              </w:rPr>
            </w:pPr>
          </w:p>
          <w:p w:rsidR="009A2FC0" w:rsidRDefault="004C69E8" w:rsidP="009A2FC0">
            <w:pPr>
              <w:rPr>
                <w:rFonts w:ascii="Arial" w:hAnsi="Arial" w:cs="Arial"/>
              </w:rPr>
            </w:pPr>
            <w:r>
              <w:rPr>
                <w:rFonts w:ascii="Arial" w:hAnsi="Arial" w:cs="Arial"/>
              </w:rPr>
              <w:t>R: It is h</w:t>
            </w:r>
            <w:r w:rsidR="009A2FC0">
              <w:rPr>
                <w:rFonts w:ascii="Arial" w:hAnsi="Arial" w:cs="Arial"/>
              </w:rPr>
              <w:t>elpful knowing someone at scho</w:t>
            </w:r>
            <w:r>
              <w:rPr>
                <w:rFonts w:ascii="Arial" w:hAnsi="Arial" w:cs="Arial"/>
              </w:rPr>
              <w:t xml:space="preserve">ol who would talk to the girls. </w:t>
            </w:r>
            <w:r w:rsidR="009A2FC0">
              <w:rPr>
                <w:rFonts w:ascii="Arial" w:hAnsi="Arial" w:cs="Arial"/>
              </w:rPr>
              <w:t>(054)</w:t>
            </w:r>
          </w:p>
          <w:p w:rsidR="009A2FC0" w:rsidRDefault="009A2FC0" w:rsidP="009A2FC0">
            <w:pPr>
              <w:rPr>
                <w:rFonts w:ascii="Arial" w:hAnsi="Arial" w:cs="Arial"/>
              </w:rPr>
            </w:pPr>
          </w:p>
          <w:p w:rsidR="009A2FC0" w:rsidRDefault="004C69E8" w:rsidP="009A2FC0">
            <w:pPr>
              <w:rPr>
                <w:rFonts w:ascii="Arial" w:hAnsi="Arial" w:cs="Arial"/>
              </w:rPr>
            </w:pPr>
            <w:r>
              <w:rPr>
                <w:rFonts w:ascii="Arial" w:hAnsi="Arial" w:cs="Arial"/>
              </w:rPr>
              <w:t xml:space="preserve">I: Did you have </w:t>
            </w:r>
            <w:r w:rsidR="009A2FC0">
              <w:rPr>
                <w:rFonts w:ascii="Arial" w:hAnsi="Arial" w:cs="Arial"/>
              </w:rPr>
              <w:t xml:space="preserve">meetings </w:t>
            </w:r>
            <w:r>
              <w:rPr>
                <w:rFonts w:ascii="Arial" w:hAnsi="Arial" w:cs="Arial"/>
              </w:rPr>
              <w:t xml:space="preserve">such as a </w:t>
            </w:r>
            <w:r w:rsidR="009A2FC0">
              <w:rPr>
                <w:rFonts w:ascii="Arial" w:hAnsi="Arial" w:cs="Arial"/>
              </w:rPr>
              <w:t>TAF</w:t>
            </w:r>
            <w:r>
              <w:rPr>
                <w:rFonts w:ascii="Arial" w:hAnsi="Arial" w:cs="Arial"/>
              </w:rPr>
              <w:t xml:space="preserve"> (Team Around the Family)?</w:t>
            </w:r>
            <w:r w:rsidR="009A2FC0">
              <w:rPr>
                <w:rFonts w:ascii="Arial" w:hAnsi="Arial" w:cs="Arial"/>
              </w:rPr>
              <w:t xml:space="preserve"> </w:t>
            </w:r>
            <w:r w:rsidR="00B532D4">
              <w:rPr>
                <w:rFonts w:ascii="Arial" w:hAnsi="Arial" w:cs="Arial"/>
              </w:rPr>
              <w:t>(055)</w:t>
            </w:r>
          </w:p>
          <w:p w:rsidR="009A2FC0" w:rsidRDefault="009A2FC0" w:rsidP="009A2FC0">
            <w:pPr>
              <w:rPr>
                <w:rFonts w:ascii="Arial" w:hAnsi="Arial" w:cs="Arial"/>
              </w:rPr>
            </w:pPr>
            <w:r>
              <w:rPr>
                <w:rFonts w:ascii="Arial" w:hAnsi="Arial" w:cs="Arial"/>
              </w:rPr>
              <w:t xml:space="preserve"> </w:t>
            </w:r>
          </w:p>
          <w:p w:rsidR="009A2FC0" w:rsidRDefault="004C69E8" w:rsidP="009A2FC0">
            <w:pPr>
              <w:rPr>
                <w:rFonts w:ascii="Arial" w:hAnsi="Arial" w:cs="Arial"/>
              </w:rPr>
            </w:pPr>
            <w:r>
              <w:rPr>
                <w:rFonts w:ascii="Arial" w:hAnsi="Arial" w:cs="Arial"/>
              </w:rPr>
              <w:t xml:space="preserve">R: No </w:t>
            </w:r>
            <w:proofErr w:type="spellStart"/>
            <w:r>
              <w:rPr>
                <w:rFonts w:ascii="Arial" w:hAnsi="Arial" w:cs="Arial"/>
              </w:rPr>
              <w:t>no</w:t>
            </w:r>
            <w:proofErr w:type="spellEnd"/>
            <w:r>
              <w:rPr>
                <w:rFonts w:ascii="Arial" w:hAnsi="Arial" w:cs="Arial"/>
              </w:rPr>
              <w:t xml:space="preserve"> I just talk to the </w:t>
            </w:r>
            <w:r w:rsidR="009A2FC0">
              <w:rPr>
                <w:rFonts w:ascii="Arial" w:hAnsi="Arial" w:cs="Arial"/>
              </w:rPr>
              <w:t>sch</w:t>
            </w:r>
            <w:r w:rsidR="00015C60">
              <w:rPr>
                <w:rFonts w:ascii="Arial" w:hAnsi="Arial" w:cs="Arial"/>
              </w:rPr>
              <w:t>ool</w:t>
            </w:r>
            <w:r w:rsidR="009A2FC0">
              <w:rPr>
                <w:rFonts w:ascii="Arial" w:hAnsi="Arial" w:cs="Arial"/>
              </w:rPr>
              <w:t xml:space="preserve"> </w:t>
            </w:r>
            <w:r>
              <w:rPr>
                <w:rFonts w:ascii="Arial" w:hAnsi="Arial" w:cs="Arial"/>
              </w:rPr>
              <w:t>(</w:t>
            </w:r>
            <w:r w:rsidR="009A2FC0">
              <w:rPr>
                <w:rFonts w:ascii="Arial" w:hAnsi="Arial" w:cs="Arial"/>
              </w:rPr>
              <w:t>056).</w:t>
            </w:r>
          </w:p>
          <w:p w:rsidR="009A2FC0" w:rsidRDefault="009A2FC0" w:rsidP="009A2FC0">
            <w:pPr>
              <w:rPr>
                <w:rFonts w:ascii="Arial" w:hAnsi="Arial" w:cs="Arial"/>
              </w:rPr>
            </w:pPr>
          </w:p>
          <w:p w:rsidR="009C620A" w:rsidRDefault="009C620A" w:rsidP="009A2FC0">
            <w:pPr>
              <w:rPr>
                <w:rFonts w:ascii="Arial" w:hAnsi="Arial" w:cs="Arial"/>
              </w:rPr>
            </w:pPr>
          </w:p>
          <w:p w:rsidR="009C620A" w:rsidRDefault="009C620A" w:rsidP="009A2FC0">
            <w:pPr>
              <w:rPr>
                <w:rFonts w:ascii="Arial" w:hAnsi="Arial" w:cs="Arial"/>
              </w:rPr>
            </w:pPr>
          </w:p>
          <w:p w:rsidR="009C620A" w:rsidRDefault="009C620A" w:rsidP="009A2FC0">
            <w:pPr>
              <w:rPr>
                <w:rFonts w:ascii="Arial" w:hAnsi="Arial" w:cs="Arial"/>
              </w:rPr>
            </w:pPr>
          </w:p>
          <w:p w:rsidR="009C620A" w:rsidRDefault="009C620A" w:rsidP="009A2FC0">
            <w:pPr>
              <w:rPr>
                <w:rFonts w:ascii="Arial" w:hAnsi="Arial" w:cs="Arial"/>
              </w:rPr>
            </w:pPr>
          </w:p>
          <w:p w:rsidR="009C620A" w:rsidRDefault="009C620A" w:rsidP="009A2FC0">
            <w:pPr>
              <w:rPr>
                <w:rFonts w:ascii="Arial" w:hAnsi="Arial" w:cs="Arial"/>
              </w:rPr>
            </w:pPr>
          </w:p>
          <w:p w:rsidR="00015C60" w:rsidRDefault="009A2FC0" w:rsidP="009A2FC0">
            <w:pPr>
              <w:rPr>
                <w:rFonts w:ascii="Arial" w:hAnsi="Arial" w:cs="Arial"/>
              </w:rPr>
            </w:pPr>
            <w:r>
              <w:rPr>
                <w:rFonts w:ascii="Arial" w:hAnsi="Arial" w:cs="Arial"/>
              </w:rPr>
              <w:t xml:space="preserve">I - Do you think the school really values the relationship and engagement it has with pupils and parents?  </w:t>
            </w:r>
          </w:p>
          <w:p w:rsidR="00015C60" w:rsidRDefault="00015C60" w:rsidP="009A2FC0">
            <w:pPr>
              <w:rPr>
                <w:rFonts w:ascii="Arial" w:hAnsi="Arial" w:cs="Arial"/>
              </w:rPr>
            </w:pPr>
          </w:p>
          <w:p w:rsidR="009A2FC0" w:rsidRDefault="00015C60" w:rsidP="009A2FC0">
            <w:pPr>
              <w:rPr>
                <w:rFonts w:ascii="Arial" w:hAnsi="Arial" w:cs="Arial"/>
              </w:rPr>
            </w:pPr>
            <w:r>
              <w:rPr>
                <w:rFonts w:ascii="Arial" w:hAnsi="Arial" w:cs="Arial"/>
              </w:rPr>
              <w:t xml:space="preserve">R: </w:t>
            </w:r>
            <w:r w:rsidRPr="009C620A">
              <w:rPr>
                <w:rFonts w:ascii="Arial" w:hAnsi="Arial" w:cs="Arial"/>
                <w:b/>
              </w:rPr>
              <w:t>It v</w:t>
            </w:r>
            <w:r w:rsidR="009A2FC0" w:rsidRPr="009C620A">
              <w:rPr>
                <w:rFonts w:ascii="Arial" w:hAnsi="Arial" w:cs="Arial"/>
                <w:b/>
              </w:rPr>
              <w:t xml:space="preserve">alues </w:t>
            </w:r>
            <w:r w:rsidRPr="009C620A">
              <w:rPr>
                <w:rFonts w:ascii="Arial" w:hAnsi="Arial" w:cs="Arial"/>
                <w:b/>
              </w:rPr>
              <w:t xml:space="preserve">by giving </w:t>
            </w:r>
            <w:r w:rsidR="009A2FC0" w:rsidRPr="009C620A">
              <w:rPr>
                <w:rFonts w:ascii="Arial" w:hAnsi="Arial" w:cs="Arial"/>
                <w:b/>
              </w:rPr>
              <w:t>the sup</w:t>
            </w:r>
            <w:r w:rsidRPr="009C620A">
              <w:rPr>
                <w:rFonts w:ascii="Arial" w:hAnsi="Arial" w:cs="Arial"/>
                <w:b/>
              </w:rPr>
              <w:t>port and trying to understand</w:t>
            </w:r>
            <w:r>
              <w:rPr>
                <w:rFonts w:ascii="Arial" w:hAnsi="Arial" w:cs="Arial"/>
              </w:rPr>
              <w:t xml:space="preserve"> </w:t>
            </w:r>
            <w:r w:rsidR="009A2FC0">
              <w:rPr>
                <w:rFonts w:ascii="Arial" w:hAnsi="Arial" w:cs="Arial"/>
              </w:rPr>
              <w:t>(062)</w:t>
            </w:r>
          </w:p>
          <w:p w:rsidR="009A2FC0" w:rsidRDefault="009A2FC0" w:rsidP="009A2FC0">
            <w:pPr>
              <w:rPr>
                <w:rFonts w:ascii="Arial" w:hAnsi="Arial" w:cs="Arial"/>
              </w:rPr>
            </w:pPr>
          </w:p>
          <w:p w:rsidR="009A2FC0" w:rsidRDefault="00015C60" w:rsidP="009A2FC0">
            <w:pPr>
              <w:rPr>
                <w:rFonts w:ascii="Arial" w:hAnsi="Arial" w:cs="Arial"/>
              </w:rPr>
            </w:pPr>
            <w:r>
              <w:rPr>
                <w:rFonts w:ascii="Arial" w:hAnsi="Arial" w:cs="Arial"/>
              </w:rPr>
              <w:t xml:space="preserve">R: </w:t>
            </w:r>
            <w:r w:rsidR="009A2FC0">
              <w:rPr>
                <w:rFonts w:ascii="Arial" w:hAnsi="Arial" w:cs="Arial"/>
              </w:rPr>
              <w:t>Yes</w:t>
            </w:r>
            <w:r>
              <w:rPr>
                <w:rFonts w:ascii="Arial" w:hAnsi="Arial" w:cs="Arial"/>
              </w:rPr>
              <w:t>,</w:t>
            </w:r>
            <w:r w:rsidR="009A2FC0">
              <w:rPr>
                <w:rFonts w:ascii="Arial" w:hAnsi="Arial" w:cs="Arial"/>
              </w:rPr>
              <w:t xml:space="preserve"> yes</w:t>
            </w:r>
            <w:r>
              <w:rPr>
                <w:rFonts w:ascii="Arial" w:hAnsi="Arial" w:cs="Arial"/>
              </w:rPr>
              <w:t>,</w:t>
            </w:r>
            <w:r w:rsidR="009A2FC0">
              <w:rPr>
                <w:rFonts w:ascii="Arial" w:hAnsi="Arial" w:cs="Arial"/>
              </w:rPr>
              <w:t xml:space="preserve"> yes.  I know who to speak to.  Not a named person but HOY </w:t>
            </w:r>
            <w:r>
              <w:rPr>
                <w:rFonts w:ascii="Arial" w:hAnsi="Arial" w:cs="Arial"/>
              </w:rPr>
              <w:t>and T</w:t>
            </w:r>
            <w:r w:rsidR="009A2FC0">
              <w:rPr>
                <w:rFonts w:ascii="Arial" w:hAnsi="Arial" w:cs="Arial"/>
              </w:rPr>
              <w:t>utor.</w:t>
            </w:r>
            <w:r>
              <w:rPr>
                <w:rFonts w:ascii="Arial" w:hAnsi="Arial" w:cs="Arial"/>
              </w:rPr>
              <w:t xml:space="preserve">  (065)</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I – Have they all b</w:t>
            </w:r>
            <w:r w:rsidR="00015C60">
              <w:rPr>
                <w:rFonts w:ascii="Arial" w:hAnsi="Arial" w:cs="Arial"/>
              </w:rPr>
              <w:t>een the same in supporting you?</w:t>
            </w:r>
            <w:r>
              <w:rPr>
                <w:rFonts w:ascii="Arial" w:hAnsi="Arial" w:cs="Arial"/>
              </w:rPr>
              <w:t>(069)</w:t>
            </w:r>
          </w:p>
          <w:p w:rsidR="009A2FC0" w:rsidRDefault="009A2FC0" w:rsidP="009A2FC0">
            <w:pPr>
              <w:rPr>
                <w:rFonts w:ascii="Arial" w:hAnsi="Arial" w:cs="Arial"/>
              </w:rPr>
            </w:pPr>
          </w:p>
          <w:p w:rsidR="00FC263B" w:rsidRDefault="00FC263B" w:rsidP="009A2FC0">
            <w:pPr>
              <w:rPr>
                <w:rFonts w:ascii="Arial" w:hAnsi="Arial" w:cs="Arial"/>
              </w:rPr>
            </w:pPr>
          </w:p>
          <w:p w:rsidR="00FC263B" w:rsidRDefault="00FC263B" w:rsidP="009A2FC0">
            <w:pPr>
              <w:rPr>
                <w:rFonts w:ascii="Arial" w:hAnsi="Arial" w:cs="Arial"/>
              </w:rPr>
            </w:pPr>
          </w:p>
          <w:p w:rsidR="00FC263B" w:rsidRDefault="00FC263B" w:rsidP="009A2FC0">
            <w:pPr>
              <w:rPr>
                <w:rFonts w:ascii="Arial" w:hAnsi="Arial" w:cs="Arial"/>
              </w:rPr>
            </w:pPr>
          </w:p>
          <w:p w:rsidR="009A2FC0" w:rsidRDefault="00015C60" w:rsidP="009A2FC0">
            <w:pPr>
              <w:rPr>
                <w:rFonts w:ascii="Arial" w:hAnsi="Arial" w:cs="Arial"/>
              </w:rPr>
            </w:pPr>
            <w:r>
              <w:rPr>
                <w:rFonts w:ascii="Arial" w:hAnsi="Arial" w:cs="Arial"/>
              </w:rPr>
              <w:t xml:space="preserve">R: Yes </w:t>
            </w:r>
            <w:proofErr w:type="spellStart"/>
            <w:r>
              <w:rPr>
                <w:rFonts w:ascii="Arial" w:hAnsi="Arial" w:cs="Arial"/>
              </w:rPr>
              <w:t>yes</w:t>
            </w:r>
            <w:proofErr w:type="spellEnd"/>
            <w:r>
              <w:rPr>
                <w:rFonts w:ascii="Arial" w:hAnsi="Arial" w:cs="Arial"/>
              </w:rPr>
              <w:t xml:space="preserve"> (069) </w:t>
            </w:r>
          </w:p>
          <w:p w:rsidR="009A2FC0" w:rsidRDefault="009A2FC0" w:rsidP="009A2FC0">
            <w:pPr>
              <w:rPr>
                <w:rFonts w:ascii="Arial" w:hAnsi="Arial" w:cs="Arial"/>
              </w:rPr>
            </w:pPr>
          </w:p>
          <w:p w:rsidR="00015C60" w:rsidRDefault="00015C60" w:rsidP="00015C60">
            <w:pPr>
              <w:pStyle w:val="Heading2"/>
              <w:outlineLvl w:val="1"/>
              <w:rPr>
                <w:u w:val="none"/>
              </w:rPr>
            </w:pPr>
          </w:p>
          <w:p w:rsidR="00015C60" w:rsidRDefault="00015C60" w:rsidP="00015C60">
            <w:pPr>
              <w:pStyle w:val="Heading2"/>
              <w:outlineLvl w:val="1"/>
              <w:rPr>
                <w:u w:val="none"/>
              </w:rPr>
            </w:pPr>
          </w:p>
          <w:p w:rsidR="00015C60" w:rsidRDefault="00015C60" w:rsidP="00015C60">
            <w:pPr>
              <w:pStyle w:val="Heading2"/>
              <w:outlineLvl w:val="1"/>
              <w:rPr>
                <w:u w:val="none"/>
              </w:rPr>
            </w:pPr>
          </w:p>
          <w:p w:rsidR="00015C60" w:rsidRDefault="00015C60" w:rsidP="00015C60">
            <w:pPr>
              <w:pStyle w:val="Heading2"/>
              <w:outlineLvl w:val="1"/>
              <w:rPr>
                <w:u w:val="none"/>
              </w:rPr>
            </w:pPr>
          </w:p>
          <w:p w:rsidR="00015C60" w:rsidRDefault="00015C60" w:rsidP="00015C60">
            <w:pPr>
              <w:pStyle w:val="Heading2"/>
              <w:outlineLvl w:val="1"/>
              <w:rPr>
                <w:u w:val="none"/>
              </w:rPr>
            </w:pPr>
          </w:p>
          <w:p w:rsidR="00015C60" w:rsidRDefault="00015C60" w:rsidP="00015C60"/>
          <w:p w:rsidR="00015C60" w:rsidRPr="00015C60" w:rsidRDefault="00015C60" w:rsidP="00015C60"/>
          <w:p w:rsidR="009A2FC0" w:rsidRPr="00015C60" w:rsidRDefault="00015C60" w:rsidP="00015C60">
            <w:pPr>
              <w:pStyle w:val="Heading2"/>
              <w:outlineLvl w:val="1"/>
              <w:rPr>
                <w:u w:val="none"/>
              </w:rPr>
            </w:pPr>
            <w:r>
              <w:rPr>
                <w:u w:val="none"/>
              </w:rPr>
              <w:t xml:space="preserve">I: What about </w:t>
            </w:r>
            <w:r w:rsidRPr="00015C60">
              <w:rPr>
                <w:u w:val="none"/>
              </w:rPr>
              <w:t xml:space="preserve">the </w:t>
            </w:r>
            <w:r w:rsidR="009A2FC0" w:rsidRPr="00015C60">
              <w:rPr>
                <w:u w:val="none"/>
              </w:rPr>
              <w:t>project</w:t>
            </w:r>
            <w:r>
              <w:rPr>
                <w:u w:val="none"/>
              </w:rPr>
              <w:t>?</w:t>
            </w:r>
            <w:r w:rsidR="009A2FC0" w:rsidRPr="00015C60">
              <w:rPr>
                <w:u w:val="none"/>
              </w:rPr>
              <w:t xml:space="preserve"> </w:t>
            </w:r>
            <w:r>
              <w:rPr>
                <w:u w:val="none"/>
              </w:rPr>
              <w:t xml:space="preserve"> </w:t>
            </w:r>
          </w:p>
          <w:p w:rsidR="009A2FC0" w:rsidRDefault="009A2FC0" w:rsidP="009A2FC0">
            <w:pPr>
              <w:rPr>
                <w:rFonts w:ascii="Arial" w:hAnsi="Arial" w:cs="Arial"/>
              </w:rPr>
            </w:pPr>
          </w:p>
          <w:p w:rsidR="003E529E" w:rsidRDefault="003E529E" w:rsidP="009A2FC0">
            <w:pPr>
              <w:rPr>
                <w:rFonts w:ascii="Arial" w:hAnsi="Arial" w:cs="Arial"/>
              </w:rPr>
            </w:pPr>
          </w:p>
          <w:p w:rsidR="003E529E" w:rsidRDefault="003E529E" w:rsidP="009A2FC0">
            <w:pPr>
              <w:rPr>
                <w:rFonts w:ascii="Arial" w:hAnsi="Arial" w:cs="Arial"/>
              </w:rPr>
            </w:pPr>
          </w:p>
          <w:p w:rsidR="003E529E" w:rsidRDefault="003E529E" w:rsidP="009A2FC0">
            <w:pPr>
              <w:rPr>
                <w:rFonts w:ascii="Arial" w:hAnsi="Arial" w:cs="Arial"/>
              </w:rPr>
            </w:pPr>
          </w:p>
          <w:p w:rsidR="009A2FC0" w:rsidRDefault="00015C60" w:rsidP="009A2FC0">
            <w:pPr>
              <w:rPr>
                <w:rFonts w:ascii="Arial" w:hAnsi="Arial" w:cs="Arial"/>
              </w:rPr>
            </w:pPr>
            <w:r>
              <w:rPr>
                <w:rFonts w:ascii="Arial" w:hAnsi="Arial" w:cs="Arial"/>
              </w:rPr>
              <w:t xml:space="preserve">R: </w:t>
            </w:r>
            <w:r w:rsidR="009A2FC0" w:rsidRPr="003E529E">
              <w:rPr>
                <w:rFonts w:ascii="Arial" w:hAnsi="Arial" w:cs="Arial"/>
                <w:b/>
              </w:rPr>
              <w:t>They have been to hotels before and stayed at them but to do what they were doing they were very excited about it.</w:t>
            </w:r>
            <w:r>
              <w:rPr>
                <w:rFonts w:ascii="Arial" w:hAnsi="Arial" w:cs="Arial"/>
              </w:rPr>
              <w:t xml:space="preserve"> (072 – 075)</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I – Was that a huge plus of the project?</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Oh yes – I mean they are always asking Mrs K are we doing that again?  What are we doing next?  Yes, what is going to be next?</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I - Anything they participated</w:t>
            </w:r>
            <w:r w:rsidR="00015C60">
              <w:rPr>
                <w:rFonts w:ascii="Arial" w:hAnsi="Arial" w:cs="Arial"/>
              </w:rPr>
              <w:t xml:space="preserve"> in or </w:t>
            </w:r>
            <w:r>
              <w:rPr>
                <w:rFonts w:ascii="Arial" w:hAnsi="Arial" w:cs="Arial"/>
              </w:rPr>
              <w:t>enjoyed</w:t>
            </w:r>
            <w:r w:rsidR="00015C60">
              <w:rPr>
                <w:rFonts w:ascii="Arial" w:hAnsi="Arial" w:cs="Arial"/>
              </w:rPr>
              <w:t xml:space="preserve"> the most</w:t>
            </w:r>
            <w:r>
              <w:rPr>
                <w:rFonts w:ascii="Arial" w:hAnsi="Arial" w:cs="Arial"/>
              </w:rPr>
              <w:t>?</w:t>
            </w:r>
          </w:p>
          <w:p w:rsidR="009A2FC0" w:rsidRDefault="009A2FC0" w:rsidP="009A2FC0">
            <w:pPr>
              <w:rPr>
                <w:rFonts w:ascii="Arial" w:hAnsi="Arial" w:cs="Arial"/>
              </w:rPr>
            </w:pPr>
          </w:p>
          <w:p w:rsidR="009A2FC0" w:rsidRDefault="00015C60" w:rsidP="009A2FC0">
            <w:pPr>
              <w:rPr>
                <w:rFonts w:ascii="Arial" w:hAnsi="Arial" w:cs="Arial"/>
              </w:rPr>
            </w:pPr>
            <w:r>
              <w:rPr>
                <w:rFonts w:ascii="Arial" w:hAnsi="Arial" w:cs="Arial"/>
              </w:rPr>
              <w:t xml:space="preserve">R: </w:t>
            </w:r>
            <w:r w:rsidR="009A2FC0">
              <w:rPr>
                <w:rFonts w:ascii="Arial" w:hAnsi="Arial" w:cs="Arial"/>
              </w:rPr>
              <w:t>It was doing something dif</w:t>
            </w:r>
            <w:r>
              <w:rPr>
                <w:rFonts w:ascii="Arial" w:hAnsi="Arial" w:cs="Arial"/>
              </w:rPr>
              <w:t xml:space="preserve">ferent, inviting us for a meal. </w:t>
            </w:r>
            <w:r w:rsidR="009A2FC0">
              <w:rPr>
                <w:rFonts w:ascii="Arial" w:hAnsi="Arial" w:cs="Arial"/>
              </w:rPr>
              <w:t xml:space="preserve">Yes, because </w:t>
            </w:r>
            <w:r>
              <w:rPr>
                <w:rFonts w:ascii="Arial" w:hAnsi="Arial" w:cs="Arial"/>
              </w:rPr>
              <w:t xml:space="preserve">it was </w:t>
            </w:r>
            <w:r w:rsidR="009A2FC0">
              <w:rPr>
                <w:rFonts w:ascii="Arial" w:hAnsi="Arial" w:cs="Arial"/>
              </w:rPr>
              <w:t xml:space="preserve">something we could do with them in school.  They </w:t>
            </w:r>
            <w:r>
              <w:rPr>
                <w:rFonts w:ascii="Arial" w:hAnsi="Arial" w:cs="Arial"/>
              </w:rPr>
              <w:t xml:space="preserve">prepared the food and </w:t>
            </w:r>
            <w:r w:rsidR="009A2FC0">
              <w:rPr>
                <w:rFonts w:ascii="Arial" w:hAnsi="Arial" w:cs="Arial"/>
              </w:rPr>
              <w:t xml:space="preserve">catered </w:t>
            </w:r>
            <w:r>
              <w:rPr>
                <w:rFonts w:ascii="Arial" w:hAnsi="Arial" w:cs="Arial"/>
              </w:rPr>
              <w:t>(</w:t>
            </w:r>
            <w:r w:rsidR="009A2FC0">
              <w:rPr>
                <w:rFonts w:ascii="Arial" w:hAnsi="Arial" w:cs="Arial"/>
              </w:rPr>
              <w:t>inaud</w:t>
            </w:r>
            <w:r>
              <w:rPr>
                <w:rFonts w:ascii="Arial" w:hAnsi="Arial" w:cs="Arial"/>
              </w:rPr>
              <w:t xml:space="preserve">ible) … for vegetarians as well. </w:t>
            </w:r>
          </w:p>
          <w:p w:rsidR="009A2FC0" w:rsidRDefault="009A2FC0" w:rsidP="009A2FC0">
            <w:pPr>
              <w:rPr>
                <w:rFonts w:ascii="Arial" w:hAnsi="Arial" w:cs="Arial"/>
              </w:rPr>
            </w:pPr>
          </w:p>
          <w:p w:rsidR="003E529E" w:rsidRDefault="003E529E" w:rsidP="009A2FC0">
            <w:pPr>
              <w:rPr>
                <w:rFonts w:ascii="Arial" w:hAnsi="Arial" w:cs="Arial"/>
              </w:rPr>
            </w:pPr>
          </w:p>
          <w:p w:rsidR="009A2FC0" w:rsidRDefault="009A2FC0" w:rsidP="009A2FC0">
            <w:pPr>
              <w:rPr>
                <w:rFonts w:ascii="Arial" w:hAnsi="Arial" w:cs="Arial"/>
              </w:rPr>
            </w:pPr>
            <w:r>
              <w:rPr>
                <w:rFonts w:ascii="Arial" w:hAnsi="Arial" w:cs="Arial"/>
              </w:rPr>
              <w:t>I was ever so proud. It was a good idea.  It was very enjoyable.</w:t>
            </w:r>
            <w:r w:rsidR="00015C60">
              <w:rPr>
                <w:rFonts w:ascii="Arial" w:hAnsi="Arial" w:cs="Arial"/>
              </w:rPr>
              <w:t xml:space="preserve"> (095)</w:t>
            </w:r>
          </w:p>
          <w:p w:rsidR="009A2FC0" w:rsidRDefault="009A2FC0" w:rsidP="009A2FC0">
            <w:pPr>
              <w:rPr>
                <w:rFonts w:ascii="Arial" w:hAnsi="Arial" w:cs="Arial"/>
              </w:rPr>
            </w:pPr>
          </w:p>
          <w:p w:rsidR="003E529E" w:rsidRDefault="003E529E" w:rsidP="009A2FC0">
            <w:pPr>
              <w:rPr>
                <w:rFonts w:ascii="Arial" w:hAnsi="Arial" w:cs="Arial"/>
              </w:rPr>
            </w:pPr>
          </w:p>
          <w:p w:rsidR="003E529E" w:rsidRDefault="003E529E" w:rsidP="009A2FC0">
            <w:pPr>
              <w:rPr>
                <w:rFonts w:ascii="Arial" w:hAnsi="Arial" w:cs="Arial"/>
              </w:rPr>
            </w:pPr>
          </w:p>
          <w:p w:rsidR="00655B2C" w:rsidRDefault="00655B2C" w:rsidP="009A2FC0">
            <w:pPr>
              <w:rPr>
                <w:rFonts w:ascii="Arial" w:hAnsi="Arial" w:cs="Arial"/>
              </w:rPr>
            </w:pPr>
          </w:p>
          <w:p w:rsidR="00655B2C" w:rsidRDefault="00655B2C" w:rsidP="009A2FC0">
            <w:pPr>
              <w:rPr>
                <w:rFonts w:ascii="Arial" w:hAnsi="Arial" w:cs="Arial"/>
              </w:rPr>
            </w:pPr>
          </w:p>
          <w:p w:rsidR="00655B2C" w:rsidRDefault="00655B2C" w:rsidP="009A2FC0">
            <w:pPr>
              <w:rPr>
                <w:rFonts w:ascii="Arial" w:hAnsi="Arial" w:cs="Arial"/>
              </w:rPr>
            </w:pPr>
          </w:p>
          <w:p w:rsidR="00655B2C" w:rsidRDefault="00655B2C" w:rsidP="009A2FC0">
            <w:pPr>
              <w:rPr>
                <w:rFonts w:ascii="Arial" w:hAnsi="Arial" w:cs="Arial"/>
              </w:rPr>
            </w:pPr>
          </w:p>
          <w:p w:rsidR="009A2FC0" w:rsidRDefault="009A2FC0" w:rsidP="009A2FC0">
            <w:pPr>
              <w:rPr>
                <w:rFonts w:ascii="Arial" w:hAnsi="Arial" w:cs="Arial"/>
              </w:rPr>
            </w:pPr>
            <w:r>
              <w:rPr>
                <w:rFonts w:ascii="Arial" w:hAnsi="Arial" w:cs="Arial"/>
              </w:rPr>
              <w:t>I – What were the girls like afterwards when they came home?</w:t>
            </w:r>
          </w:p>
          <w:p w:rsidR="009A2FC0" w:rsidRDefault="009A2FC0" w:rsidP="009A2FC0">
            <w:pPr>
              <w:rPr>
                <w:rFonts w:ascii="Arial" w:hAnsi="Arial" w:cs="Arial"/>
              </w:rPr>
            </w:pPr>
          </w:p>
          <w:p w:rsidR="009A2FC0" w:rsidRDefault="00015C60" w:rsidP="009A2FC0">
            <w:pPr>
              <w:rPr>
                <w:rFonts w:ascii="Arial" w:hAnsi="Arial" w:cs="Arial"/>
              </w:rPr>
            </w:pPr>
            <w:r>
              <w:rPr>
                <w:rFonts w:ascii="Arial" w:hAnsi="Arial" w:cs="Arial"/>
              </w:rPr>
              <w:t xml:space="preserve">R: </w:t>
            </w:r>
            <w:r w:rsidR="009A2FC0">
              <w:rPr>
                <w:rFonts w:ascii="Arial" w:hAnsi="Arial" w:cs="Arial"/>
              </w:rPr>
              <w:t xml:space="preserve">Tired, mayhem – it was busy, </w:t>
            </w:r>
            <w:proofErr w:type="spellStart"/>
            <w:r w:rsidR="009A2FC0">
              <w:rPr>
                <w:rFonts w:ascii="Arial" w:hAnsi="Arial" w:cs="Arial"/>
              </w:rPr>
              <w:t>non stop</w:t>
            </w:r>
            <w:proofErr w:type="spellEnd"/>
            <w:r w:rsidR="009A2FC0">
              <w:rPr>
                <w:rFonts w:ascii="Arial" w:hAnsi="Arial" w:cs="Arial"/>
              </w:rPr>
              <w:t xml:space="preserve"> – daughter had go</w:t>
            </w:r>
            <w:r>
              <w:rPr>
                <w:rFonts w:ascii="Arial" w:hAnsi="Arial" w:cs="Arial"/>
              </w:rPr>
              <w:t>ne too.</w:t>
            </w:r>
            <w:r w:rsidR="009E311F">
              <w:rPr>
                <w:rFonts w:ascii="Arial" w:hAnsi="Arial" w:cs="Arial"/>
              </w:rPr>
              <w:t xml:space="preserve"> </w:t>
            </w:r>
            <w:r w:rsidR="009A2FC0">
              <w:rPr>
                <w:rFonts w:ascii="Arial" w:hAnsi="Arial" w:cs="Arial"/>
              </w:rPr>
              <w:t>They talked, buzzing.</w:t>
            </w:r>
          </w:p>
          <w:p w:rsidR="009A2FC0" w:rsidRDefault="009A2FC0" w:rsidP="009A2FC0">
            <w:pPr>
              <w:rPr>
                <w:rFonts w:ascii="Arial" w:hAnsi="Arial" w:cs="Arial"/>
              </w:rPr>
            </w:pPr>
            <w:r>
              <w:rPr>
                <w:rFonts w:ascii="Arial" w:hAnsi="Arial" w:cs="Arial"/>
              </w:rPr>
              <w:t>Good for the positive relationshi</w:t>
            </w:r>
            <w:r w:rsidR="009E311F">
              <w:rPr>
                <w:rFonts w:ascii="Arial" w:hAnsi="Arial" w:cs="Arial"/>
              </w:rPr>
              <w:t xml:space="preserve">p between self and the girls.  </w:t>
            </w:r>
            <w:r>
              <w:rPr>
                <w:rFonts w:ascii="Arial" w:hAnsi="Arial" w:cs="Arial"/>
              </w:rPr>
              <w:t>(105)</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I – Schools putting on special events like that.  What do you think about that, can you think of any others?</w:t>
            </w:r>
          </w:p>
          <w:p w:rsidR="009A2FC0" w:rsidRDefault="009A2FC0" w:rsidP="009A2FC0">
            <w:pPr>
              <w:rPr>
                <w:rFonts w:ascii="Arial" w:hAnsi="Arial" w:cs="Arial"/>
              </w:rPr>
            </w:pPr>
          </w:p>
          <w:p w:rsidR="009A2FC0" w:rsidRDefault="009E311F" w:rsidP="009A2FC0">
            <w:pPr>
              <w:rPr>
                <w:rFonts w:ascii="Arial" w:hAnsi="Arial" w:cs="Arial"/>
              </w:rPr>
            </w:pPr>
            <w:r>
              <w:rPr>
                <w:rFonts w:ascii="Arial" w:hAnsi="Arial" w:cs="Arial"/>
              </w:rPr>
              <w:t xml:space="preserve">R: </w:t>
            </w:r>
            <w:proofErr w:type="spellStart"/>
            <w:r w:rsidR="009A2FC0">
              <w:rPr>
                <w:rFonts w:ascii="Arial" w:hAnsi="Arial" w:cs="Arial"/>
              </w:rPr>
              <w:t>Urm</w:t>
            </w:r>
            <w:proofErr w:type="spellEnd"/>
            <w:r w:rsidR="009A2FC0">
              <w:rPr>
                <w:rFonts w:ascii="Arial" w:hAnsi="Arial" w:cs="Arial"/>
              </w:rPr>
              <w:t>, I don’t know really.</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I</w:t>
            </w:r>
            <w:r w:rsidR="009E311F">
              <w:rPr>
                <w:rFonts w:ascii="Arial" w:hAnsi="Arial" w:cs="Arial"/>
              </w:rPr>
              <w:t xml:space="preserve">: </w:t>
            </w:r>
            <w:r w:rsidR="00655B2C">
              <w:rPr>
                <w:rFonts w:ascii="Arial" w:hAnsi="Arial" w:cs="Arial"/>
              </w:rPr>
              <w:t>– Earlier you said about M</w:t>
            </w:r>
            <w:r>
              <w:rPr>
                <w:rFonts w:ascii="Arial" w:hAnsi="Arial" w:cs="Arial"/>
              </w:rPr>
              <w:t>aths class.</w:t>
            </w:r>
          </w:p>
          <w:p w:rsidR="009A2FC0" w:rsidRDefault="009A2FC0" w:rsidP="009A2FC0">
            <w:pPr>
              <w:rPr>
                <w:rFonts w:ascii="Arial" w:hAnsi="Arial" w:cs="Arial"/>
              </w:rPr>
            </w:pPr>
          </w:p>
          <w:p w:rsidR="009A2FC0" w:rsidRDefault="009E311F" w:rsidP="009A2FC0">
            <w:pPr>
              <w:rPr>
                <w:rFonts w:ascii="Arial" w:hAnsi="Arial" w:cs="Arial"/>
              </w:rPr>
            </w:pPr>
            <w:r>
              <w:rPr>
                <w:rFonts w:ascii="Arial" w:hAnsi="Arial" w:cs="Arial"/>
              </w:rPr>
              <w:t xml:space="preserve">R: </w:t>
            </w:r>
            <w:r w:rsidR="009A2FC0">
              <w:rPr>
                <w:rFonts w:ascii="Arial" w:hAnsi="Arial" w:cs="Arial"/>
              </w:rPr>
              <w:t>Yes, yes, just some things you can, actually do with them, nice to have individual time and more time to discuss the children parents evening</w:t>
            </w:r>
            <w:r>
              <w:rPr>
                <w:rFonts w:ascii="Arial" w:hAnsi="Arial" w:cs="Arial"/>
              </w:rPr>
              <w:t>s are</w:t>
            </w:r>
            <w:r w:rsidR="009A2FC0">
              <w:rPr>
                <w:rFonts w:ascii="Arial" w:hAnsi="Arial" w:cs="Arial"/>
              </w:rPr>
              <w:t xml:space="preserve"> always short and rushed).</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 xml:space="preserve">I – That’s interesting (117) </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 xml:space="preserve">I – Ask about your experience of school as a result of the project.  What are </w:t>
            </w:r>
            <w:r w:rsidR="009E311F">
              <w:rPr>
                <w:rFonts w:ascii="Arial" w:hAnsi="Arial" w:cs="Arial"/>
              </w:rPr>
              <w:t>your feelings towards school f</w:t>
            </w:r>
            <w:r>
              <w:rPr>
                <w:rFonts w:ascii="Arial" w:hAnsi="Arial" w:cs="Arial"/>
              </w:rPr>
              <w:t xml:space="preserve">or putting on </w:t>
            </w:r>
            <w:r w:rsidR="009E311F">
              <w:rPr>
                <w:rFonts w:ascii="Arial" w:hAnsi="Arial" w:cs="Arial"/>
              </w:rPr>
              <w:t>s</w:t>
            </w:r>
            <w:r>
              <w:rPr>
                <w:rFonts w:ascii="Arial" w:hAnsi="Arial" w:cs="Arial"/>
              </w:rPr>
              <w:t>omething like that?</w:t>
            </w:r>
          </w:p>
          <w:p w:rsidR="009A2FC0" w:rsidRDefault="009A2FC0" w:rsidP="009A2FC0">
            <w:pPr>
              <w:rPr>
                <w:rFonts w:ascii="Arial" w:hAnsi="Arial" w:cs="Arial"/>
              </w:rPr>
            </w:pPr>
          </w:p>
          <w:p w:rsidR="00655B2C" w:rsidRDefault="00655B2C" w:rsidP="009A2FC0">
            <w:pPr>
              <w:rPr>
                <w:rFonts w:ascii="Arial" w:hAnsi="Arial" w:cs="Arial"/>
              </w:rPr>
            </w:pPr>
          </w:p>
          <w:p w:rsidR="00655B2C" w:rsidRDefault="00655B2C" w:rsidP="009A2FC0">
            <w:pPr>
              <w:rPr>
                <w:rFonts w:ascii="Arial" w:hAnsi="Arial" w:cs="Arial"/>
              </w:rPr>
            </w:pPr>
          </w:p>
          <w:p w:rsidR="00655B2C" w:rsidRDefault="00655B2C" w:rsidP="009A2FC0">
            <w:pPr>
              <w:rPr>
                <w:rFonts w:ascii="Arial" w:hAnsi="Arial" w:cs="Arial"/>
              </w:rPr>
            </w:pPr>
          </w:p>
          <w:p w:rsidR="00655B2C" w:rsidRDefault="00655B2C" w:rsidP="009A2FC0">
            <w:pPr>
              <w:rPr>
                <w:rFonts w:ascii="Arial" w:hAnsi="Arial" w:cs="Arial"/>
              </w:rPr>
            </w:pPr>
          </w:p>
          <w:p w:rsidR="009A2FC0" w:rsidRDefault="009E311F" w:rsidP="009A2FC0">
            <w:pPr>
              <w:rPr>
                <w:rFonts w:ascii="Arial" w:hAnsi="Arial" w:cs="Arial"/>
              </w:rPr>
            </w:pPr>
            <w:r>
              <w:rPr>
                <w:rFonts w:ascii="Arial" w:hAnsi="Arial" w:cs="Arial"/>
              </w:rPr>
              <w:t xml:space="preserve">R: </w:t>
            </w:r>
            <w:r w:rsidR="009A2FC0">
              <w:rPr>
                <w:rFonts w:ascii="Arial" w:hAnsi="Arial" w:cs="Arial"/>
              </w:rPr>
              <w:t xml:space="preserve">It’s very good, um.  The girls (124) have settled in better this year.  They are really trying hard to do their best, </w:t>
            </w:r>
            <w:r>
              <w:rPr>
                <w:rFonts w:ascii="Arial" w:hAnsi="Arial" w:cs="Arial"/>
              </w:rPr>
              <w:t>more motivated two years ago ……</w:t>
            </w:r>
            <w:r w:rsidR="009A2FC0">
              <w:rPr>
                <w:rFonts w:ascii="Arial" w:hAnsi="Arial" w:cs="Arial"/>
              </w:rPr>
              <w:t>Teachers th</w:t>
            </w:r>
            <w:r>
              <w:rPr>
                <w:rFonts w:ascii="Arial" w:hAnsi="Arial" w:cs="Arial"/>
              </w:rPr>
              <w:t xml:space="preserve">ere who are interested in them. </w:t>
            </w:r>
            <w:r w:rsidR="009A2FC0">
              <w:rPr>
                <w:rFonts w:ascii="Arial" w:hAnsi="Arial" w:cs="Arial"/>
              </w:rPr>
              <w:t>(130)</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 xml:space="preserve">I – What </w:t>
            </w:r>
            <w:proofErr w:type="gramStart"/>
            <w:r>
              <w:rPr>
                <w:rFonts w:ascii="Arial" w:hAnsi="Arial" w:cs="Arial"/>
              </w:rPr>
              <w:t>is</w:t>
            </w:r>
            <w:proofErr w:type="gramEnd"/>
            <w:r>
              <w:rPr>
                <w:rFonts w:ascii="Arial" w:hAnsi="Arial" w:cs="Arial"/>
              </w:rPr>
              <w:t xml:space="preserve"> it about the teachers interested and the girls now much more motivated.</w:t>
            </w:r>
          </w:p>
          <w:p w:rsidR="009A2FC0" w:rsidRDefault="009A2FC0" w:rsidP="009A2FC0">
            <w:pPr>
              <w:rPr>
                <w:rFonts w:ascii="Arial" w:hAnsi="Arial" w:cs="Arial"/>
              </w:rPr>
            </w:pPr>
          </w:p>
          <w:p w:rsidR="00D46A31" w:rsidRDefault="009E311F" w:rsidP="009E311F">
            <w:pPr>
              <w:rPr>
                <w:rFonts w:ascii="Arial" w:hAnsi="Arial" w:cs="Arial"/>
              </w:rPr>
            </w:pPr>
            <w:r>
              <w:rPr>
                <w:rFonts w:ascii="Arial" w:hAnsi="Arial" w:cs="Arial"/>
              </w:rPr>
              <w:t xml:space="preserve">R: It was </w:t>
            </w:r>
            <w:r w:rsidR="009A2FC0">
              <w:rPr>
                <w:rFonts w:ascii="Arial" w:hAnsi="Arial" w:cs="Arial"/>
              </w:rPr>
              <w:t xml:space="preserve">day in day out the </w:t>
            </w:r>
            <w:r>
              <w:rPr>
                <w:rFonts w:ascii="Arial" w:hAnsi="Arial" w:cs="Arial"/>
              </w:rPr>
              <w:t>same.  The lessons were now …..</w:t>
            </w:r>
            <w:r w:rsidR="009A2FC0">
              <w:rPr>
                <w:rFonts w:ascii="Arial" w:hAnsi="Arial" w:cs="Arial"/>
              </w:rPr>
              <w:t>Girls more positive towards s</w:t>
            </w:r>
            <w:r>
              <w:rPr>
                <w:rFonts w:ascii="Arial" w:hAnsi="Arial" w:cs="Arial"/>
              </w:rPr>
              <w:t xml:space="preserve">chool, very much so, very much. (138)  </w:t>
            </w:r>
            <w:r w:rsidR="009A2FC0">
              <w:rPr>
                <w:rFonts w:ascii="Arial" w:hAnsi="Arial" w:cs="Arial"/>
              </w:rPr>
              <w:t xml:space="preserve">She’s </w:t>
            </w:r>
            <w:r>
              <w:rPr>
                <w:rFonts w:ascii="Arial" w:hAnsi="Arial" w:cs="Arial"/>
              </w:rPr>
              <w:t xml:space="preserve">(one of the girls) </w:t>
            </w:r>
            <w:proofErr w:type="spellStart"/>
            <w:r w:rsidR="009A2FC0">
              <w:rPr>
                <w:rFonts w:ascii="Arial" w:hAnsi="Arial" w:cs="Arial"/>
              </w:rPr>
              <w:t>urm</w:t>
            </w:r>
            <w:proofErr w:type="spellEnd"/>
            <w:r w:rsidR="009A2FC0">
              <w:rPr>
                <w:rFonts w:ascii="Arial" w:hAnsi="Arial" w:cs="Arial"/>
              </w:rPr>
              <w:t xml:space="preserve"> catchin</w:t>
            </w:r>
            <w:r>
              <w:rPr>
                <w:rFonts w:ascii="Arial" w:hAnsi="Arial" w:cs="Arial"/>
              </w:rPr>
              <w:t xml:space="preserve">g up. Confidence has improved. </w:t>
            </w:r>
            <w:r w:rsidR="009A2FC0">
              <w:rPr>
                <w:rFonts w:ascii="Arial" w:hAnsi="Arial" w:cs="Arial"/>
              </w:rPr>
              <w:t>(143-144).</w:t>
            </w:r>
          </w:p>
          <w:p w:rsidR="00D46A31" w:rsidRDefault="00D46A31" w:rsidP="009E311F">
            <w:pPr>
              <w:rPr>
                <w:rFonts w:ascii="Arial" w:hAnsi="Arial" w:cs="Arial"/>
              </w:rPr>
            </w:pPr>
          </w:p>
          <w:p w:rsidR="009A2FC0" w:rsidRDefault="009E311F" w:rsidP="009E311F">
            <w:pPr>
              <w:rPr>
                <w:rFonts w:ascii="Arial" w:hAnsi="Arial" w:cs="Arial"/>
              </w:rPr>
            </w:pPr>
            <w:r>
              <w:rPr>
                <w:rFonts w:ascii="Arial" w:hAnsi="Arial" w:cs="Arial"/>
              </w:rPr>
              <w:t>I: Prompt about your o</w:t>
            </w:r>
            <w:r w:rsidR="009A2FC0">
              <w:rPr>
                <w:rFonts w:ascii="Arial" w:hAnsi="Arial" w:cs="Arial"/>
              </w:rPr>
              <w:t>wn experience of school:</w:t>
            </w:r>
            <w:r w:rsidR="00D46A31">
              <w:rPr>
                <w:rFonts w:ascii="Arial" w:hAnsi="Arial" w:cs="Arial"/>
              </w:rPr>
              <w:t xml:space="preserve"> (145)</w:t>
            </w:r>
          </w:p>
          <w:p w:rsidR="009A2FC0" w:rsidRDefault="009A2FC0" w:rsidP="009A2FC0">
            <w:pPr>
              <w:rPr>
                <w:rFonts w:ascii="Arial" w:hAnsi="Arial" w:cs="Arial"/>
              </w:rPr>
            </w:pPr>
          </w:p>
          <w:p w:rsidR="009A2FC0" w:rsidRDefault="009E311F" w:rsidP="009A2FC0">
            <w:pPr>
              <w:rPr>
                <w:rFonts w:ascii="Arial" w:hAnsi="Arial" w:cs="Arial"/>
              </w:rPr>
            </w:pPr>
            <w:r>
              <w:rPr>
                <w:rFonts w:ascii="Arial" w:hAnsi="Arial" w:cs="Arial"/>
              </w:rPr>
              <w:t xml:space="preserve">R: A long time ago. </w:t>
            </w:r>
            <w:r w:rsidR="009A2FC0">
              <w:rPr>
                <w:rFonts w:ascii="Arial" w:hAnsi="Arial" w:cs="Arial"/>
              </w:rPr>
              <w:t>I just went to school.</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 xml:space="preserve">I – Was it a positive experience of school for </w:t>
            </w:r>
            <w:proofErr w:type="gramStart"/>
            <w:r>
              <w:rPr>
                <w:rFonts w:ascii="Arial" w:hAnsi="Arial" w:cs="Arial"/>
              </w:rPr>
              <w:t>yourself</w:t>
            </w:r>
            <w:proofErr w:type="gramEnd"/>
            <w:r>
              <w:rPr>
                <w:rFonts w:ascii="Arial" w:hAnsi="Arial" w:cs="Arial"/>
              </w:rPr>
              <w:t>?</w:t>
            </w:r>
          </w:p>
          <w:p w:rsidR="00B229CB" w:rsidRDefault="00B229CB" w:rsidP="009A2FC0">
            <w:pPr>
              <w:rPr>
                <w:rFonts w:ascii="Arial" w:hAnsi="Arial" w:cs="Arial"/>
              </w:rPr>
            </w:pPr>
          </w:p>
          <w:p w:rsidR="009A2FC0" w:rsidRDefault="007771D0" w:rsidP="009A2FC0">
            <w:pPr>
              <w:rPr>
                <w:rFonts w:ascii="Arial" w:hAnsi="Arial" w:cs="Arial"/>
              </w:rPr>
            </w:pPr>
            <w:r>
              <w:rPr>
                <w:rFonts w:ascii="Arial" w:hAnsi="Arial" w:cs="Arial"/>
              </w:rPr>
              <w:t xml:space="preserve">R: </w:t>
            </w:r>
            <w:r w:rsidR="009A2FC0">
              <w:rPr>
                <w:rFonts w:ascii="Arial" w:hAnsi="Arial" w:cs="Arial"/>
              </w:rPr>
              <w:t>Yes</w:t>
            </w:r>
            <w:r>
              <w:rPr>
                <w:rFonts w:ascii="Arial" w:hAnsi="Arial" w:cs="Arial"/>
              </w:rPr>
              <w:t xml:space="preserve">, I went to </w:t>
            </w:r>
            <w:r w:rsidR="009A2FC0">
              <w:rPr>
                <w:rFonts w:ascii="Arial" w:hAnsi="Arial" w:cs="Arial"/>
              </w:rPr>
              <w:t>(dif</w:t>
            </w:r>
            <w:r>
              <w:rPr>
                <w:rFonts w:ascii="Arial" w:hAnsi="Arial" w:cs="Arial"/>
              </w:rPr>
              <w:t xml:space="preserve">ferent </w:t>
            </w:r>
            <w:r w:rsidR="009A2FC0">
              <w:rPr>
                <w:rFonts w:ascii="Arial" w:hAnsi="Arial" w:cs="Arial"/>
              </w:rPr>
              <w:t>school</w:t>
            </w:r>
            <w:r>
              <w:rPr>
                <w:rFonts w:ascii="Arial" w:hAnsi="Arial" w:cs="Arial"/>
              </w:rPr>
              <w:t xml:space="preserve"> than the girls). It was (inaudible?) better now than then (inaudible). </w:t>
            </w:r>
            <w:r w:rsidR="009A2FC0">
              <w:rPr>
                <w:rFonts w:ascii="Arial" w:hAnsi="Arial" w:cs="Arial"/>
              </w:rPr>
              <w:t>(158)</w:t>
            </w:r>
          </w:p>
          <w:p w:rsidR="00B229CB" w:rsidRDefault="00B229CB" w:rsidP="009A2FC0">
            <w:pPr>
              <w:rPr>
                <w:rFonts w:ascii="Arial" w:hAnsi="Arial" w:cs="Arial"/>
              </w:rPr>
            </w:pPr>
          </w:p>
          <w:p w:rsidR="00015E1D" w:rsidRDefault="00015E1D" w:rsidP="009A2FC0">
            <w:pPr>
              <w:rPr>
                <w:rFonts w:ascii="Arial" w:hAnsi="Arial" w:cs="Arial"/>
              </w:rPr>
            </w:pPr>
          </w:p>
          <w:p w:rsidR="009A2FC0" w:rsidRDefault="009A2FC0" w:rsidP="009A2FC0">
            <w:pPr>
              <w:rPr>
                <w:rFonts w:ascii="Arial" w:hAnsi="Arial" w:cs="Arial"/>
              </w:rPr>
            </w:pPr>
            <w:r>
              <w:rPr>
                <w:rFonts w:ascii="Arial" w:hAnsi="Arial" w:cs="Arial"/>
              </w:rPr>
              <w:t>I – The experience, do you think that influences how you view education for the girls?</w:t>
            </w:r>
          </w:p>
          <w:p w:rsidR="009A2FC0" w:rsidRDefault="009A2FC0" w:rsidP="009A2FC0">
            <w:pPr>
              <w:rPr>
                <w:rFonts w:ascii="Arial" w:hAnsi="Arial" w:cs="Arial"/>
              </w:rPr>
            </w:pPr>
          </w:p>
          <w:p w:rsidR="009A2FC0" w:rsidRDefault="007771D0" w:rsidP="009A2FC0">
            <w:pPr>
              <w:rPr>
                <w:rFonts w:ascii="Arial" w:hAnsi="Arial" w:cs="Arial"/>
              </w:rPr>
            </w:pPr>
            <w:r>
              <w:rPr>
                <w:rFonts w:ascii="Arial" w:hAnsi="Arial" w:cs="Arial"/>
              </w:rPr>
              <w:t xml:space="preserve">R: </w:t>
            </w:r>
            <w:r w:rsidR="009A2FC0">
              <w:rPr>
                <w:rFonts w:ascii="Arial" w:hAnsi="Arial" w:cs="Arial"/>
              </w:rPr>
              <w:t xml:space="preserve">Value of education – yes.  </w:t>
            </w:r>
          </w:p>
          <w:p w:rsidR="009A2FC0" w:rsidRDefault="009A2FC0" w:rsidP="009A2FC0">
            <w:pPr>
              <w:rPr>
                <w:rFonts w:ascii="Arial" w:hAnsi="Arial" w:cs="Arial"/>
              </w:rPr>
            </w:pPr>
            <w:r>
              <w:rPr>
                <w:rFonts w:ascii="Arial" w:hAnsi="Arial" w:cs="Arial"/>
              </w:rPr>
              <w:t xml:space="preserve">My two daughters </w:t>
            </w:r>
            <w:r w:rsidR="007771D0">
              <w:rPr>
                <w:rFonts w:ascii="Arial" w:hAnsi="Arial" w:cs="Arial"/>
              </w:rPr>
              <w:t xml:space="preserve">(girl’s Aunties) </w:t>
            </w:r>
            <w:r>
              <w:rPr>
                <w:rFonts w:ascii="Arial" w:hAnsi="Arial" w:cs="Arial"/>
              </w:rPr>
              <w:t>(both did well in school) – went to Uni</w:t>
            </w:r>
            <w:r w:rsidR="0039593C">
              <w:rPr>
                <w:rFonts w:ascii="Arial" w:hAnsi="Arial" w:cs="Arial"/>
              </w:rPr>
              <w:t>versity and</w:t>
            </w:r>
            <w:r w:rsidR="007771D0">
              <w:rPr>
                <w:rFonts w:ascii="Arial" w:hAnsi="Arial" w:cs="Arial"/>
              </w:rPr>
              <w:t xml:space="preserve"> got degrees. </w:t>
            </w:r>
            <w:r w:rsidR="00B229CB">
              <w:rPr>
                <w:rFonts w:ascii="Arial" w:hAnsi="Arial" w:cs="Arial"/>
              </w:rPr>
              <w:t xml:space="preserve">(160) </w:t>
            </w:r>
            <w:r w:rsidR="007771D0">
              <w:rPr>
                <w:rFonts w:ascii="Arial" w:hAnsi="Arial" w:cs="Arial"/>
              </w:rPr>
              <w:t xml:space="preserve">They actually say to the girls you have to work hard. </w:t>
            </w:r>
            <w:r>
              <w:rPr>
                <w:rFonts w:ascii="Arial" w:hAnsi="Arial" w:cs="Arial"/>
              </w:rPr>
              <w:t>One didn’t do well at school.</w:t>
            </w:r>
            <w:r w:rsidR="007771D0">
              <w:rPr>
                <w:rFonts w:ascii="Arial" w:hAnsi="Arial" w:cs="Arial"/>
              </w:rPr>
              <w:t xml:space="preserve"> But you s</w:t>
            </w:r>
            <w:r>
              <w:rPr>
                <w:rFonts w:ascii="Arial" w:hAnsi="Arial" w:cs="Arial"/>
              </w:rPr>
              <w:t>till have to work hard.</w:t>
            </w:r>
            <w:r w:rsidR="00B229CB">
              <w:rPr>
                <w:rFonts w:ascii="Arial" w:hAnsi="Arial" w:cs="Arial"/>
              </w:rPr>
              <w:t xml:space="preserve"> (161</w:t>
            </w:r>
            <w:r w:rsidR="0039593C">
              <w:rPr>
                <w:rFonts w:ascii="Arial" w:hAnsi="Arial" w:cs="Arial"/>
              </w:rPr>
              <w:t>)</w:t>
            </w:r>
          </w:p>
          <w:p w:rsidR="009A2FC0" w:rsidRDefault="009A2FC0" w:rsidP="009A2FC0">
            <w:pPr>
              <w:rPr>
                <w:rFonts w:ascii="Arial" w:hAnsi="Arial" w:cs="Arial"/>
              </w:rPr>
            </w:pPr>
          </w:p>
          <w:p w:rsidR="009A2FC0" w:rsidRDefault="009A2FC0" w:rsidP="009A2FC0">
            <w:pPr>
              <w:rPr>
                <w:rFonts w:ascii="Arial" w:hAnsi="Arial" w:cs="Arial"/>
              </w:rPr>
            </w:pPr>
            <w:r>
              <w:rPr>
                <w:rFonts w:ascii="Arial" w:hAnsi="Arial" w:cs="Arial"/>
              </w:rPr>
              <w:t>I</w:t>
            </w:r>
            <w:r w:rsidR="007771D0">
              <w:rPr>
                <w:rFonts w:ascii="Arial" w:hAnsi="Arial" w:cs="Arial"/>
              </w:rPr>
              <w:t xml:space="preserve">: </w:t>
            </w:r>
            <w:r w:rsidR="0039593C">
              <w:rPr>
                <w:rFonts w:ascii="Arial" w:hAnsi="Arial" w:cs="Arial"/>
              </w:rPr>
              <w:t xml:space="preserve">(affirmative of the interviewer as listener) </w:t>
            </w:r>
            <w:r w:rsidR="007771D0">
              <w:rPr>
                <w:rFonts w:ascii="Arial" w:hAnsi="Arial" w:cs="Arial"/>
              </w:rPr>
              <w:t xml:space="preserve">You </w:t>
            </w:r>
            <w:r>
              <w:rPr>
                <w:rFonts w:ascii="Arial" w:hAnsi="Arial" w:cs="Arial"/>
              </w:rPr>
              <w:t>enc</w:t>
            </w:r>
            <w:r w:rsidR="007771D0">
              <w:rPr>
                <w:rFonts w:ascii="Arial" w:hAnsi="Arial" w:cs="Arial"/>
              </w:rPr>
              <w:t>ourage them t</w:t>
            </w:r>
            <w:r>
              <w:rPr>
                <w:rFonts w:ascii="Arial" w:hAnsi="Arial" w:cs="Arial"/>
              </w:rPr>
              <w:t xml:space="preserve">o do their best, and </w:t>
            </w:r>
            <w:r w:rsidR="007771D0">
              <w:rPr>
                <w:rFonts w:ascii="Arial" w:hAnsi="Arial" w:cs="Arial"/>
              </w:rPr>
              <w:t>their A</w:t>
            </w:r>
            <w:r w:rsidR="0039593C">
              <w:rPr>
                <w:rFonts w:ascii="Arial" w:hAnsi="Arial" w:cs="Arial"/>
              </w:rPr>
              <w:t>untie’s support this?</w:t>
            </w:r>
          </w:p>
          <w:p w:rsidR="0039593C" w:rsidRDefault="0039593C" w:rsidP="009A2FC0">
            <w:pPr>
              <w:rPr>
                <w:rFonts w:ascii="Arial" w:hAnsi="Arial" w:cs="Arial"/>
              </w:rPr>
            </w:pPr>
          </w:p>
          <w:p w:rsidR="0039593C" w:rsidRDefault="0039593C" w:rsidP="009A2FC0">
            <w:pPr>
              <w:rPr>
                <w:rFonts w:ascii="Arial" w:hAnsi="Arial" w:cs="Arial"/>
              </w:rPr>
            </w:pPr>
            <w:r>
              <w:rPr>
                <w:rFonts w:ascii="Arial" w:hAnsi="Arial" w:cs="Arial"/>
              </w:rPr>
              <w:t>R: Yes, yes, most definitely. (164 – 165)</w:t>
            </w:r>
          </w:p>
          <w:p w:rsidR="009A2FC0" w:rsidRDefault="009A2FC0" w:rsidP="009A2FC0">
            <w:pPr>
              <w:rPr>
                <w:rFonts w:ascii="Arial" w:hAnsi="Arial" w:cs="Arial"/>
              </w:rPr>
            </w:pPr>
          </w:p>
          <w:p w:rsidR="009A2FC0" w:rsidRDefault="0039593C" w:rsidP="0039593C">
            <w:pPr>
              <w:rPr>
                <w:rFonts w:ascii="Arial" w:hAnsi="Arial" w:cs="Arial"/>
              </w:rPr>
            </w:pPr>
            <w:r>
              <w:rPr>
                <w:rFonts w:ascii="Arial" w:hAnsi="Arial" w:cs="Arial"/>
              </w:rPr>
              <w:t xml:space="preserve">I: (Back to the project) Q6 – ‘Do you think that ‘The Project’ has made a difference to your understanding of the </w:t>
            </w:r>
            <w:r w:rsidR="0006293A">
              <w:rPr>
                <w:rFonts w:ascii="Arial" w:hAnsi="Arial" w:cs="Arial"/>
              </w:rPr>
              <w:t>p</w:t>
            </w:r>
            <w:r>
              <w:rPr>
                <w:rFonts w:ascii="Arial" w:hAnsi="Arial" w:cs="Arial"/>
              </w:rPr>
              <w:t xml:space="preserve">art that support by parents/carers can bring to how a </w:t>
            </w:r>
            <w:proofErr w:type="spellStart"/>
            <w:r>
              <w:rPr>
                <w:rFonts w:ascii="Arial" w:hAnsi="Arial" w:cs="Arial"/>
              </w:rPr>
              <w:t>cyp</w:t>
            </w:r>
            <w:proofErr w:type="spellEnd"/>
            <w:r>
              <w:rPr>
                <w:rFonts w:ascii="Arial" w:hAnsi="Arial" w:cs="Arial"/>
              </w:rPr>
              <w:t xml:space="preserve"> can enjoy school more? </w:t>
            </w:r>
          </w:p>
          <w:p w:rsidR="0039593C" w:rsidRDefault="0039593C" w:rsidP="009A2FC0">
            <w:pPr>
              <w:rPr>
                <w:rFonts w:ascii="Arial" w:hAnsi="Arial" w:cs="Arial"/>
              </w:rPr>
            </w:pPr>
          </w:p>
          <w:p w:rsidR="009A2FC0" w:rsidRDefault="0039593C" w:rsidP="009A2FC0">
            <w:pPr>
              <w:rPr>
                <w:rFonts w:ascii="Arial" w:hAnsi="Arial" w:cs="Arial"/>
              </w:rPr>
            </w:pPr>
            <w:r>
              <w:rPr>
                <w:rFonts w:ascii="Arial" w:hAnsi="Arial" w:cs="Arial"/>
              </w:rPr>
              <w:t xml:space="preserve">Prompt. – </w:t>
            </w:r>
            <w:r w:rsidR="0006293A">
              <w:rPr>
                <w:rFonts w:ascii="Arial" w:hAnsi="Arial" w:cs="Arial"/>
              </w:rPr>
              <w:t>(</w:t>
            </w:r>
            <w:proofErr w:type="gramStart"/>
            <w:r w:rsidR="0006293A">
              <w:rPr>
                <w:rFonts w:ascii="Arial" w:hAnsi="Arial" w:cs="Arial"/>
              </w:rPr>
              <w:t>for</w:t>
            </w:r>
            <w:proofErr w:type="gramEnd"/>
            <w:r w:rsidR="0006293A">
              <w:rPr>
                <w:rFonts w:ascii="Arial" w:hAnsi="Arial" w:cs="Arial"/>
              </w:rPr>
              <w:t xml:space="preserve"> c</w:t>
            </w:r>
            <w:r>
              <w:rPr>
                <w:rFonts w:ascii="Arial" w:hAnsi="Arial" w:cs="Arial"/>
              </w:rPr>
              <w:t>larification</w:t>
            </w:r>
            <w:r w:rsidR="0006293A">
              <w:rPr>
                <w:rFonts w:ascii="Arial" w:hAnsi="Arial" w:cs="Arial"/>
              </w:rPr>
              <w:t>)</w:t>
            </w:r>
            <w:r>
              <w:rPr>
                <w:rFonts w:ascii="Arial" w:hAnsi="Arial" w:cs="Arial"/>
              </w:rPr>
              <w:t xml:space="preserve"> -</w:t>
            </w:r>
            <w:r w:rsidR="009A2FC0">
              <w:rPr>
                <w:rFonts w:ascii="Arial" w:hAnsi="Arial" w:cs="Arial"/>
              </w:rPr>
              <w:t xml:space="preserve"> by doing something like the project and something a bit different</w:t>
            </w:r>
            <w:r w:rsidR="0006293A">
              <w:rPr>
                <w:rFonts w:ascii="Arial" w:hAnsi="Arial" w:cs="Arial"/>
              </w:rPr>
              <w:t>? Question 7 – anything else?</w:t>
            </w:r>
          </w:p>
          <w:p w:rsidR="009A2FC0" w:rsidRDefault="009A2FC0" w:rsidP="009A2FC0">
            <w:pPr>
              <w:rPr>
                <w:rFonts w:ascii="Arial" w:hAnsi="Arial" w:cs="Arial"/>
              </w:rPr>
            </w:pPr>
          </w:p>
          <w:p w:rsidR="009A2FC0" w:rsidRDefault="0039593C" w:rsidP="009A2FC0">
            <w:pPr>
              <w:rPr>
                <w:rFonts w:ascii="Arial" w:hAnsi="Arial" w:cs="Arial"/>
              </w:rPr>
            </w:pPr>
            <w:r>
              <w:rPr>
                <w:rFonts w:ascii="Arial" w:hAnsi="Arial" w:cs="Arial"/>
              </w:rPr>
              <w:t xml:space="preserve">R: </w:t>
            </w:r>
            <w:r w:rsidR="009A2FC0">
              <w:rPr>
                <w:rFonts w:ascii="Arial" w:hAnsi="Arial" w:cs="Arial"/>
              </w:rPr>
              <w:t xml:space="preserve">Yes, </w:t>
            </w:r>
            <w:r>
              <w:rPr>
                <w:rFonts w:ascii="Arial" w:hAnsi="Arial" w:cs="Arial"/>
              </w:rPr>
              <w:t xml:space="preserve">the schools efforts. </w:t>
            </w:r>
            <w:r w:rsidR="009A2FC0">
              <w:rPr>
                <w:rFonts w:ascii="Arial" w:hAnsi="Arial" w:cs="Arial"/>
              </w:rPr>
              <w:t>Yes I need to do my part and to do my bit.</w:t>
            </w:r>
            <w:r>
              <w:rPr>
                <w:rFonts w:ascii="Arial" w:hAnsi="Arial" w:cs="Arial"/>
              </w:rPr>
              <w:t xml:space="preserve"> (180)</w:t>
            </w:r>
          </w:p>
          <w:p w:rsidR="009A2FC0" w:rsidRDefault="009A2FC0" w:rsidP="009A2FC0">
            <w:pPr>
              <w:rPr>
                <w:rFonts w:ascii="Arial" w:hAnsi="Arial" w:cs="Arial"/>
              </w:rPr>
            </w:pPr>
          </w:p>
          <w:p w:rsidR="009A2FC0" w:rsidRDefault="0039593C" w:rsidP="009A2FC0">
            <w:pPr>
              <w:rPr>
                <w:rFonts w:ascii="Arial" w:hAnsi="Arial" w:cs="Arial"/>
              </w:rPr>
            </w:pPr>
            <w:r>
              <w:rPr>
                <w:rFonts w:ascii="Arial" w:hAnsi="Arial" w:cs="Arial"/>
              </w:rPr>
              <w:t xml:space="preserve">I: </w:t>
            </w:r>
            <w:r w:rsidR="009A2FC0">
              <w:rPr>
                <w:rFonts w:ascii="Arial" w:hAnsi="Arial" w:cs="Arial"/>
              </w:rPr>
              <w:t xml:space="preserve">Clarify – I think from what you’ve told me you’re already very positive towards school.  </w:t>
            </w:r>
          </w:p>
          <w:p w:rsidR="009A2FC0" w:rsidRDefault="009A2FC0" w:rsidP="009A2FC0">
            <w:pPr>
              <w:rPr>
                <w:rFonts w:ascii="Arial" w:hAnsi="Arial" w:cs="Arial"/>
              </w:rPr>
            </w:pPr>
          </w:p>
          <w:p w:rsidR="009A2FC0" w:rsidRDefault="0039593C" w:rsidP="009A2FC0">
            <w:pPr>
              <w:rPr>
                <w:rFonts w:ascii="Arial" w:hAnsi="Arial" w:cs="Arial"/>
              </w:rPr>
            </w:pPr>
            <w:r>
              <w:rPr>
                <w:rFonts w:ascii="Arial" w:hAnsi="Arial" w:cs="Arial"/>
              </w:rPr>
              <w:t xml:space="preserve">R: Positive before and now </w:t>
            </w:r>
            <w:r w:rsidR="009A2FC0">
              <w:rPr>
                <w:rFonts w:ascii="Arial" w:hAnsi="Arial" w:cs="Arial"/>
              </w:rPr>
              <w:t>more positive yes, yes a</w:t>
            </w:r>
            <w:r>
              <w:rPr>
                <w:rFonts w:ascii="Arial" w:hAnsi="Arial" w:cs="Arial"/>
              </w:rPr>
              <w:t xml:space="preserve">lready positive about it. </w:t>
            </w:r>
            <w:r w:rsidRPr="00985EC3">
              <w:rPr>
                <w:rFonts w:ascii="Arial" w:hAnsi="Arial" w:cs="Arial"/>
                <w:color w:val="FF0000"/>
              </w:rPr>
              <w:t xml:space="preserve">The Project has made a huge difference to </w:t>
            </w:r>
            <w:r w:rsidR="009A2FC0" w:rsidRPr="00985EC3">
              <w:rPr>
                <w:rFonts w:ascii="Arial" w:hAnsi="Arial" w:cs="Arial"/>
                <w:color w:val="FF0000"/>
              </w:rPr>
              <w:t xml:space="preserve">our girls </w:t>
            </w:r>
            <w:r w:rsidR="009A2FC0">
              <w:rPr>
                <w:rFonts w:ascii="Arial" w:hAnsi="Arial" w:cs="Arial"/>
              </w:rPr>
              <w:t>yes, be more motivated – yes, increased confidence.</w:t>
            </w:r>
            <w:r>
              <w:rPr>
                <w:rFonts w:ascii="Arial" w:hAnsi="Arial" w:cs="Arial"/>
              </w:rPr>
              <w:t xml:space="preserve"> (200) </w:t>
            </w:r>
            <w:r w:rsidR="009A2FC0">
              <w:rPr>
                <w:rFonts w:ascii="Arial" w:hAnsi="Arial" w:cs="Arial"/>
              </w:rPr>
              <w:t>A lot of support and encouragement, yes, yes.</w:t>
            </w:r>
            <w:r w:rsidR="00B229CB">
              <w:rPr>
                <w:rFonts w:ascii="Arial" w:hAnsi="Arial" w:cs="Arial"/>
              </w:rPr>
              <w:t xml:space="preserve"> (201)</w:t>
            </w:r>
          </w:p>
          <w:p w:rsidR="009A2FC0" w:rsidRDefault="009A2FC0" w:rsidP="009A2FC0">
            <w:pPr>
              <w:rPr>
                <w:rFonts w:ascii="Arial" w:hAnsi="Arial" w:cs="Arial"/>
              </w:rPr>
            </w:pPr>
          </w:p>
          <w:p w:rsidR="00B229CB" w:rsidRDefault="00B229CB" w:rsidP="009A2FC0">
            <w:pPr>
              <w:rPr>
                <w:rFonts w:ascii="Arial" w:hAnsi="Arial" w:cs="Arial"/>
              </w:rPr>
            </w:pPr>
          </w:p>
          <w:p w:rsidR="00B229CB" w:rsidRDefault="00B229CB" w:rsidP="009A2FC0">
            <w:pPr>
              <w:rPr>
                <w:rFonts w:ascii="Arial" w:hAnsi="Arial" w:cs="Arial"/>
              </w:rPr>
            </w:pPr>
          </w:p>
          <w:p w:rsidR="009A2FC0" w:rsidRDefault="009A2FC0" w:rsidP="009A2FC0">
            <w:pPr>
              <w:rPr>
                <w:rFonts w:ascii="Arial" w:hAnsi="Arial" w:cs="Arial"/>
              </w:rPr>
            </w:pPr>
            <w:r>
              <w:rPr>
                <w:rFonts w:ascii="Arial" w:hAnsi="Arial" w:cs="Arial"/>
              </w:rPr>
              <w:t>I</w:t>
            </w:r>
            <w:r w:rsidR="0039593C">
              <w:rPr>
                <w:rFonts w:ascii="Arial" w:hAnsi="Arial" w:cs="Arial"/>
              </w:rPr>
              <w:t xml:space="preserve">: </w:t>
            </w:r>
            <w:r>
              <w:rPr>
                <w:rFonts w:ascii="Arial" w:hAnsi="Arial" w:cs="Arial"/>
              </w:rPr>
              <w:t xml:space="preserve"> What would be off putting?</w:t>
            </w:r>
            <w:r w:rsidR="00B229CB">
              <w:rPr>
                <w:rFonts w:ascii="Arial" w:hAnsi="Arial" w:cs="Arial"/>
              </w:rPr>
              <w:t xml:space="preserve"> (202)</w:t>
            </w:r>
          </w:p>
          <w:p w:rsidR="009A2FC0" w:rsidRDefault="009A2FC0" w:rsidP="009A2FC0">
            <w:pPr>
              <w:rPr>
                <w:rFonts w:ascii="Arial" w:hAnsi="Arial" w:cs="Arial"/>
              </w:rPr>
            </w:pPr>
          </w:p>
          <w:p w:rsidR="009A2FC0" w:rsidRDefault="0039593C" w:rsidP="009A2FC0">
            <w:pPr>
              <w:rPr>
                <w:rFonts w:ascii="Arial" w:hAnsi="Arial" w:cs="Arial"/>
              </w:rPr>
            </w:pPr>
            <w:r>
              <w:rPr>
                <w:rFonts w:ascii="Arial" w:hAnsi="Arial" w:cs="Arial"/>
              </w:rPr>
              <w:t xml:space="preserve">R: </w:t>
            </w:r>
            <w:r w:rsidR="009A2FC0">
              <w:rPr>
                <w:rFonts w:ascii="Arial" w:hAnsi="Arial" w:cs="Arial"/>
              </w:rPr>
              <w:t xml:space="preserve">Schools </w:t>
            </w:r>
            <w:r>
              <w:rPr>
                <w:rFonts w:ascii="Arial" w:hAnsi="Arial" w:cs="Arial"/>
              </w:rPr>
              <w:t xml:space="preserve">not taking </w:t>
            </w:r>
            <w:r w:rsidR="009A2FC0">
              <w:rPr>
                <w:rFonts w:ascii="Arial" w:hAnsi="Arial" w:cs="Arial"/>
              </w:rPr>
              <w:t xml:space="preserve">concerns </w:t>
            </w:r>
            <w:r>
              <w:rPr>
                <w:rFonts w:ascii="Arial" w:hAnsi="Arial" w:cs="Arial"/>
              </w:rPr>
              <w:t>seriously and the s</w:t>
            </w:r>
            <w:r w:rsidR="009A2FC0">
              <w:rPr>
                <w:rFonts w:ascii="Arial" w:hAnsi="Arial" w:cs="Arial"/>
              </w:rPr>
              <w:t>ame with children</w:t>
            </w:r>
            <w:r>
              <w:rPr>
                <w:rFonts w:ascii="Arial" w:hAnsi="Arial" w:cs="Arial"/>
              </w:rPr>
              <w:t xml:space="preserve"> as well with the relationship.  X (one particular Grand - daughter) it has made</w:t>
            </w:r>
            <w:r w:rsidR="00985EC3">
              <w:rPr>
                <w:rFonts w:ascii="Arial" w:hAnsi="Arial" w:cs="Arial"/>
              </w:rPr>
              <w:t xml:space="preserve"> a lot of difference to her (204</w:t>
            </w:r>
            <w:r>
              <w:rPr>
                <w:rFonts w:ascii="Arial" w:hAnsi="Arial" w:cs="Arial"/>
              </w:rPr>
              <w:t>)</w:t>
            </w:r>
            <w:r w:rsidR="0006293A">
              <w:rPr>
                <w:rFonts w:ascii="Arial" w:hAnsi="Arial" w:cs="Arial"/>
              </w:rPr>
              <w:t xml:space="preserve"> her confidence</w:t>
            </w:r>
            <w:r>
              <w:rPr>
                <w:rFonts w:ascii="Arial" w:hAnsi="Arial" w:cs="Arial"/>
              </w:rPr>
              <w:t xml:space="preserve">.  </w:t>
            </w:r>
            <w:r w:rsidR="0006293A">
              <w:rPr>
                <w:rFonts w:ascii="Arial" w:hAnsi="Arial" w:cs="Arial"/>
              </w:rPr>
              <w:t xml:space="preserve">Got to have good communication. </w:t>
            </w:r>
            <w:r w:rsidR="009A2FC0">
              <w:rPr>
                <w:rFonts w:ascii="Arial" w:hAnsi="Arial" w:cs="Arial"/>
              </w:rPr>
              <w:t>Whatever you do, good communication.</w:t>
            </w:r>
            <w:r w:rsidR="00985EC3">
              <w:rPr>
                <w:rFonts w:ascii="Arial" w:hAnsi="Arial" w:cs="Arial"/>
              </w:rPr>
              <w:t xml:space="preserve"> (205</w:t>
            </w:r>
            <w:r w:rsidR="0006293A">
              <w:rPr>
                <w:rFonts w:ascii="Arial" w:hAnsi="Arial" w:cs="Arial"/>
              </w:rPr>
              <w:t>)</w:t>
            </w:r>
          </w:p>
          <w:p w:rsidR="009A2FC0" w:rsidRDefault="009A2FC0" w:rsidP="009A2FC0">
            <w:pPr>
              <w:rPr>
                <w:rFonts w:ascii="Arial" w:hAnsi="Arial" w:cs="Arial"/>
              </w:rPr>
            </w:pPr>
          </w:p>
          <w:p w:rsidR="001C6940" w:rsidRDefault="001C6940" w:rsidP="009A2FC0">
            <w:pPr>
              <w:rPr>
                <w:rFonts w:ascii="Arial" w:hAnsi="Arial" w:cs="Arial"/>
              </w:rPr>
            </w:pPr>
          </w:p>
          <w:p w:rsidR="001C6940" w:rsidRDefault="001C6940" w:rsidP="009A2FC0">
            <w:pPr>
              <w:rPr>
                <w:rFonts w:ascii="Arial" w:hAnsi="Arial" w:cs="Arial"/>
              </w:rPr>
            </w:pPr>
          </w:p>
          <w:p w:rsidR="001C6940" w:rsidRDefault="001C6940" w:rsidP="009A2FC0">
            <w:pPr>
              <w:rPr>
                <w:rFonts w:ascii="Arial" w:hAnsi="Arial" w:cs="Arial"/>
              </w:rPr>
            </w:pPr>
          </w:p>
          <w:p w:rsidR="009A2FC0" w:rsidRDefault="009A2FC0" w:rsidP="009A2FC0">
            <w:pPr>
              <w:rPr>
                <w:rFonts w:ascii="Arial" w:hAnsi="Arial" w:cs="Arial"/>
              </w:rPr>
            </w:pPr>
            <w:r>
              <w:rPr>
                <w:rFonts w:ascii="Arial" w:hAnsi="Arial" w:cs="Arial"/>
              </w:rPr>
              <w:t>I</w:t>
            </w:r>
            <w:r w:rsidR="0039593C">
              <w:rPr>
                <w:rFonts w:ascii="Arial" w:hAnsi="Arial" w:cs="Arial"/>
              </w:rPr>
              <w:t>:</w:t>
            </w:r>
            <w:r>
              <w:rPr>
                <w:rFonts w:ascii="Arial" w:hAnsi="Arial" w:cs="Arial"/>
              </w:rPr>
              <w:t xml:space="preserve"> Is that what it is about with the children as well?</w:t>
            </w:r>
            <w:r w:rsidR="0039593C">
              <w:rPr>
                <w:rFonts w:ascii="Arial" w:hAnsi="Arial" w:cs="Arial"/>
              </w:rPr>
              <w:t xml:space="preserve"> (Prompt about how schools also relate to </w:t>
            </w:r>
            <w:proofErr w:type="spellStart"/>
            <w:r w:rsidR="0039593C">
              <w:rPr>
                <w:rFonts w:ascii="Arial" w:hAnsi="Arial" w:cs="Arial"/>
              </w:rPr>
              <w:t>cyp</w:t>
            </w:r>
            <w:proofErr w:type="spellEnd"/>
            <w:r w:rsidR="0039593C">
              <w:rPr>
                <w:rFonts w:ascii="Arial" w:hAnsi="Arial" w:cs="Arial"/>
              </w:rPr>
              <w:t xml:space="preserve">). </w:t>
            </w:r>
          </w:p>
          <w:p w:rsidR="00CA089E" w:rsidRDefault="00CA089E" w:rsidP="009A2FC0">
            <w:pPr>
              <w:rPr>
                <w:rFonts w:ascii="Arial" w:hAnsi="Arial" w:cs="Arial"/>
              </w:rPr>
            </w:pPr>
          </w:p>
          <w:p w:rsidR="00CA089E" w:rsidRDefault="00CA089E" w:rsidP="009A2FC0">
            <w:pPr>
              <w:rPr>
                <w:rFonts w:ascii="Arial" w:hAnsi="Arial" w:cs="Arial"/>
              </w:rPr>
            </w:pPr>
          </w:p>
          <w:p w:rsidR="009A2FC0" w:rsidRDefault="009A2FC0" w:rsidP="009A2FC0">
            <w:pPr>
              <w:rPr>
                <w:rFonts w:ascii="Arial" w:hAnsi="Arial" w:cs="Arial"/>
              </w:rPr>
            </w:pPr>
          </w:p>
          <w:p w:rsidR="009A2FC0" w:rsidRDefault="0039593C" w:rsidP="009A2FC0">
            <w:pPr>
              <w:rPr>
                <w:rFonts w:ascii="Arial" w:hAnsi="Arial" w:cs="Arial"/>
              </w:rPr>
            </w:pPr>
            <w:r>
              <w:rPr>
                <w:rFonts w:ascii="Arial" w:hAnsi="Arial" w:cs="Arial"/>
              </w:rPr>
              <w:t xml:space="preserve">R: Yes, yes. </w:t>
            </w:r>
            <w:r w:rsidR="009A2FC0">
              <w:rPr>
                <w:rFonts w:ascii="Arial" w:hAnsi="Arial" w:cs="Arial"/>
              </w:rPr>
              <w:t>Communicate and have that relationship (inaudible).</w:t>
            </w:r>
            <w:r w:rsidR="001C6940">
              <w:rPr>
                <w:rFonts w:ascii="Arial" w:hAnsi="Arial" w:cs="Arial"/>
              </w:rPr>
              <w:t xml:space="preserve"> (207</w:t>
            </w:r>
            <w:r>
              <w:rPr>
                <w:rFonts w:ascii="Arial" w:hAnsi="Arial" w:cs="Arial"/>
              </w:rPr>
              <w:t>)</w:t>
            </w:r>
            <w:r w:rsidR="0006293A">
              <w:rPr>
                <w:rFonts w:ascii="Arial" w:hAnsi="Arial" w:cs="Arial"/>
              </w:rPr>
              <w:t xml:space="preserve"> </w:t>
            </w:r>
            <w:r w:rsidR="009A2FC0">
              <w:rPr>
                <w:rFonts w:ascii="Arial" w:hAnsi="Arial" w:cs="Arial"/>
              </w:rPr>
              <w:t>I do find sometimes, that the school does things different to me; (lau</w:t>
            </w:r>
            <w:r w:rsidR="0006293A">
              <w:rPr>
                <w:rFonts w:ascii="Arial" w:hAnsi="Arial" w:cs="Arial"/>
              </w:rPr>
              <w:t xml:space="preserve">ghter) such as cooking, baking. </w:t>
            </w:r>
            <w:r w:rsidR="00CA089E">
              <w:rPr>
                <w:rFonts w:ascii="Arial" w:hAnsi="Arial" w:cs="Arial"/>
              </w:rPr>
              <w:t>(</w:t>
            </w:r>
            <w:r w:rsidR="001C6940">
              <w:rPr>
                <w:rFonts w:ascii="Arial" w:hAnsi="Arial" w:cs="Arial"/>
              </w:rPr>
              <w:t>208</w:t>
            </w:r>
            <w:r w:rsidR="00CA089E">
              <w:rPr>
                <w:rFonts w:ascii="Arial" w:hAnsi="Arial" w:cs="Arial"/>
              </w:rPr>
              <w:t>)</w:t>
            </w:r>
            <w:r w:rsidR="001C6940">
              <w:rPr>
                <w:rFonts w:ascii="Arial" w:hAnsi="Arial" w:cs="Arial"/>
              </w:rPr>
              <w:t xml:space="preserve"> </w:t>
            </w:r>
            <w:r w:rsidR="009A2FC0">
              <w:rPr>
                <w:rFonts w:ascii="Arial" w:hAnsi="Arial" w:cs="Arial"/>
              </w:rPr>
              <w:t>The girls say this to the staff! (</w:t>
            </w:r>
            <w:proofErr w:type="gramStart"/>
            <w:r w:rsidR="009A2FC0">
              <w:rPr>
                <w:rFonts w:ascii="Arial" w:hAnsi="Arial" w:cs="Arial"/>
              </w:rPr>
              <w:t>laughs</w:t>
            </w:r>
            <w:proofErr w:type="gramEnd"/>
            <w:r w:rsidR="009A2FC0">
              <w:rPr>
                <w:rFonts w:ascii="Arial" w:hAnsi="Arial" w:cs="Arial"/>
              </w:rPr>
              <w:t>).</w:t>
            </w:r>
            <w:r w:rsidR="001C6940">
              <w:rPr>
                <w:rFonts w:ascii="Arial" w:hAnsi="Arial" w:cs="Arial"/>
              </w:rPr>
              <w:t xml:space="preserve"> </w:t>
            </w:r>
            <w:r w:rsidR="00CA089E">
              <w:rPr>
                <w:rFonts w:ascii="Arial" w:hAnsi="Arial" w:cs="Arial"/>
              </w:rPr>
              <w:t>(</w:t>
            </w:r>
            <w:r w:rsidR="001C6940">
              <w:rPr>
                <w:rFonts w:ascii="Arial" w:hAnsi="Arial" w:cs="Arial"/>
              </w:rPr>
              <w:t>209</w:t>
            </w:r>
            <w:r w:rsidR="00CA089E">
              <w:rPr>
                <w:rFonts w:ascii="Arial" w:hAnsi="Arial" w:cs="Arial"/>
              </w:rPr>
              <w:t>)</w:t>
            </w:r>
            <w:r w:rsidR="001C6940">
              <w:rPr>
                <w:rFonts w:ascii="Arial" w:hAnsi="Arial" w:cs="Arial"/>
              </w:rPr>
              <w:t xml:space="preserve"> </w:t>
            </w:r>
          </w:p>
          <w:p w:rsidR="009A2FC0" w:rsidRDefault="009A2FC0" w:rsidP="009A2FC0">
            <w:pPr>
              <w:rPr>
                <w:rFonts w:ascii="Arial" w:hAnsi="Arial" w:cs="Arial"/>
              </w:rPr>
            </w:pPr>
          </w:p>
          <w:p w:rsidR="0006293A" w:rsidRDefault="0006293A" w:rsidP="009A2FC0">
            <w:pPr>
              <w:rPr>
                <w:rFonts w:ascii="Arial" w:hAnsi="Arial" w:cs="Arial"/>
              </w:rPr>
            </w:pPr>
          </w:p>
          <w:p w:rsidR="0006293A" w:rsidRDefault="0006293A" w:rsidP="009A2FC0">
            <w:pPr>
              <w:rPr>
                <w:rFonts w:ascii="Arial" w:hAnsi="Arial" w:cs="Arial"/>
              </w:rPr>
            </w:pPr>
            <w:r>
              <w:rPr>
                <w:rFonts w:ascii="Arial" w:hAnsi="Arial" w:cs="Arial"/>
              </w:rPr>
              <w:t xml:space="preserve">        </w:t>
            </w:r>
          </w:p>
          <w:p w:rsidR="0006293A" w:rsidRDefault="0006293A" w:rsidP="009A2FC0">
            <w:pPr>
              <w:rPr>
                <w:rFonts w:ascii="Arial" w:hAnsi="Arial" w:cs="Arial"/>
              </w:rPr>
            </w:pPr>
          </w:p>
          <w:p w:rsidR="009D2AEB" w:rsidRDefault="0006293A" w:rsidP="009A2FC0">
            <w:pPr>
              <w:rPr>
                <w:rFonts w:ascii="Arial" w:hAnsi="Arial" w:cs="Arial"/>
              </w:rPr>
            </w:pPr>
            <w:r>
              <w:rPr>
                <w:rFonts w:ascii="Arial" w:hAnsi="Arial" w:cs="Arial"/>
              </w:rPr>
              <w:t xml:space="preserve">             </w:t>
            </w:r>
          </w:p>
          <w:p w:rsidR="009D2AEB" w:rsidRDefault="009D2AEB" w:rsidP="009A2FC0">
            <w:pPr>
              <w:rPr>
                <w:rFonts w:ascii="Arial" w:hAnsi="Arial" w:cs="Arial"/>
              </w:rPr>
            </w:pPr>
            <w:r>
              <w:rPr>
                <w:rFonts w:ascii="Arial" w:hAnsi="Arial" w:cs="Arial"/>
              </w:rPr>
              <w:t xml:space="preserve">              </w:t>
            </w:r>
          </w:p>
          <w:p w:rsidR="001C6940" w:rsidRDefault="001C6940" w:rsidP="009A2FC0">
            <w:pPr>
              <w:rPr>
                <w:rFonts w:ascii="Arial" w:hAnsi="Arial" w:cs="Arial"/>
              </w:rPr>
            </w:pPr>
          </w:p>
          <w:p w:rsidR="001C6940" w:rsidRDefault="001C6940" w:rsidP="009A2FC0">
            <w:pPr>
              <w:rPr>
                <w:rFonts w:ascii="Arial" w:hAnsi="Arial" w:cs="Arial"/>
              </w:rPr>
            </w:pPr>
          </w:p>
          <w:p w:rsidR="001C6940" w:rsidRDefault="001C6940" w:rsidP="009A2FC0">
            <w:pPr>
              <w:rPr>
                <w:rFonts w:ascii="Arial" w:hAnsi="Arial" w:cs="Arial"/>
              </w:rPr>
            </w:pPr>
          </w:p>
          <w:p w:rsidR="001C6940" w:rsidRDefault="001C6940" w:rsidP="009A2FC0">
            <w:pPr>
              <w:rPr>
                <w:rFonts w:ascii="Arial" w:hAnsi="Arial" w:cs="Arial"/>
              </w:rPr>
            </w:pPr>
          </w:p>
          <w:p w:rsidR="001C6940" w:rsidRDefault="001C6940" w:rsidP="009A2FC0">
            <w:pPr>
              <w:rPr>
                <w:rFonts w:ascii="Arial" w:hAnsi="Arial" w:cs="Arial"/>
              </w:rPr>
            </w:pPr>
          </w:p>
          <w:p w:rsidR="001C6940" w:rsidRDefault="001C6940" w:rsidP="009A2FC0">
            <w:pPr>
              <w:rPr>
                <w:rFonts w:ascii="Arial" w:hAnsi="Arial" w:cs="Arial"/>
              </w:rPr>
            </w:pPr>
          </w:p>
          <w:p w:rsidR="009D2AEB" w:rsidRDefault="009D2AEB" w:rsidP="009A2FC0">
            <w:pPr>
              <w:rPr>
                <w:rFonts w:ascii="Arial" w:hAnsi="Arial" w:cs="Arial"/>
              </w:rPr>
            </w:pPr>
          </w:p>
          <w:p w:rsidR="00BE084C" w:rsidRPr="001C6940" w:rsidRDefault="001C6940" w:rsidP="00CF41EF">
            <w:pPr>
              <w:rPr>
                <w:rFonts w:ascii="Arial" w:hAnsi="Arial" w:cs="Arial"/>
              </w:rPr>
            </w:pPr>
            <w:r>
              <w:rPr>
                <w:rFonts w:ascii="Arial" w:hAnsi="Arial" w:cs="Arial"/>
              </w:rPr>
              <w:t xml:space="preserve">          </w:t>
            </w:r>
            <w:r w:rsidR="009D2AEB">
              <w:rPr>
                <w:rFonts w:ascii="Arial" w:hAnsi="Arial" w:cs="Arial"/>
              </w:rPr>
              <w:t xml:space="preserve"> </w:t>
            </w:r>
            <w:r>
              <w:rPr>
                <w:rFonts w:ascii="Arial" w:hAnsi="Arial" w:cs="Arial"/>
              </w:rPr>
              <w:t>End of Carer A (Family 1).</w:t>
            </w:r>
            <w:r w:rsidR="00CA44F1">
              <w:rPr>
                <w:rFonts w:ascii="Arial" w:hAnsi="Arial" w:cs="Arial"/>
              </w:rPr>
              <w:t xml:space="preserve"> </w:t>
            </w:r>
          </w:p>
        </w:tc>
        <w:tc>
          <w:tcPr>
            <w:tcW w:w="4650" w:type="dxa"/>
          </w:tcPr>
          <w:p w:rsidR="00CF41EF" w:rsidRDefault="00CF41EF"/>
          <w:p w:rsidR="004C69E8" w:rsidRPr="00E44051" w:rsidRDefault="00E44051">
            <w:pPr>
              <w:rPr>
                <w:i/>
              </w:rPr>
            </w:pPr>
            <w:r w:rsidRPr="00E44051">
              <w:rPr>
                <w:i/>
              </w:rPr>
              <w:t xml:space="preserve">The initial </w:t>
            </w:r>
            <w:r>
              <w:rPr>
                <w:i/>
              </w:rPr>
              <w:t xml:space="preserve">opening is formed by a descriptive comment that for the parents/carers they had met with other </w:t>
            </w:r>
            <w:r w:rsidR="008C0582">
              <w:rPr>
                <w:i/>
              </w:rPr>
              <w:t>parent.  Examples of</w:t>
            </w:r>
            <w:r>
              <w:rPr>
                <w:i/>
              </w:rPr>
              <w:t xml:space="preserve"> descriptive comments are identified by </w:t>
            </w:r>
            <w:r w:rsidRPr="00E44051">
              <w:rPr>
                <w:b/>
                <w:i/>
              </w:rPr>
              <w:t xml:space="preserve">bold </w:t>
            </w:r>
            <w:r>
              <w:rPr>
                <w:i/>
              </w:rPr>
              <w:t>text.</w:t>
            </w:r>
          </w:p>
          <w:p w:rsidR="004C69E8" w:rsidRDefault="004C69E8"/>
          <w:p w:rsidR="004C69E8" w:rsidRDefault="00294B9C">
            <w:r>
              <w:t xml:space="preserve">L.10 - </w:t>
            </w:r>
            <w:r w:rsidR="00E44051">
              <w:t>sugges</w:t>
            </w:r>
            <w:r w:rsidR="00EA63FD">
              <w:t>tion of curiosity to learn more</w:t>
            </w:r>
          </w:p>
          <w:p w:rsidR="004C69E8" w:rsidRDefault="004C69E8"/>
          <w:p w:rsidR="004C69E8" w:rsidRDefault="004C69E8">
            <w:r>
              <w:t xml:space="preserve">Use of ‘um’ </w:t>
            </w:r>
            <w:r w:rsidR="00E44051">
              <w:t xml:space="preserve">– as a pause for thought, word finding or mannerism as articulation.  This figure of speech recurs throughout the transcript. </w:t>
            </w:r>
          </w:p>
          <w:p w:rsidR="004C69E8" w:rsidRDefault="004C69E8"/>
          <w:p w:rsidR="00EF6A28" w:rsidRDefault="00EF6A28">
            <w:r>
              <w:rPr>
                <w:u w:val="single"/>
              </w:rPr>
              <w:t>‘I suggested’</w:t>
            </w:r>
            <w:proofErr w:type="gramStart"/>
            <w:r>
              <w:t xml:space="preserve">- </w:t>
            </w:r>
            <w:r w:rsidR="00294B9C">
              <w:t xml:space="preserve"> may</w:t>
            </w:r>
            <w:proofErr w:type="gramEnd"/>
            <w:r w:rsidR="00294B9C">
              <w:t xml:space="preserve"> indicate </w:t>
            </w:r>
            <w:r>
              <w:t xml:space="preserve">that </w:t>
            </w:r>
            <w:r w:rsidR="00294B9C">
              <w:t>this</w:t>
            </w:r>
            <w:r>
              <w:t xml:space="preserve"> Carer has the confidence to propose and articulate an idea. </w:t>
            </w:r>
            <w:r w:rsidR="00294B9C">
              <w:t xml:space="preserve">Is she more confident because it is </w:t>
            </w:r>
            <w:r>
              <w:t>an idea from her previous</w:t>
            </w:r>
            <w:r w:rsidR="00294B9C">
              <w:t xml:space="preserve"> experience? </w:t>
            </w:r>
            <w:r>
              <w:t xml:space="preserve">  </w:t>
            </w:r>
          </w:p>
          <w:p w:rsidR="00DA26D6" w:rsidRDefault="009C3DB3">
            <w:r>
              <w:t>0</w:t>
            </w:r>
            <w:r w:rsidR="00294B9C">
              <w:t xml:space="preserve">14 and </w:t>
            </w:r>
            <w:r>
              <w:t>0</w:t>
            </w:r>
            <w:r w:rsidR="00294B9C">
              <w:t xml:space="preserve">15 </w:t>
            </w:r>
            <w:r w:rsidR="00EF6A28">
              <w:t xml:space="preserve">would suggest a valuing </w:t>
            </w:r>
            <w:r w:rsidR="004C69E8">
              <w:t xml:space="preserve">of </w:t>
            </w:r>
            <w:proofErr w:type="gramStart"/>
            <w:r w:rsidR="004C69E8">
              <w:t>education</w:t>
            </w:r>
            <w:r w:rsidR="00EF6A28">
              <w:t xml:space="preserve"> .</w:t>
            </w:r>
            <w:proofErr w:type="gramEnd"/>
            <w:r w:rsidR="00EF6A28">
              <w:t xml:space="preserve">  The expectation that a Parent/Carer would be expected to support their child to complete homework</w:t>
            </w:r>
            <w:r>
              <w:t xml:space="preserve">.  </w:t>
            </w:r>
            <w:r w:rsidR="00C2457C">
              <w:t>A</w:t>
            </w:r>
            <w:r w:rsidR="00EF6A28">
              <w:t>n example of a ‘</w:t>
            </w:r>
            <w:proofErr w:type="spellStart"/>
            <w:r w:rsidR="00EF6A28">
              <w:t>subsumption</w:t>
            </w:r>
            <w:proofErr w:type="spellEnd"/>
            <w:r w:rsidR="00EF6A28">
              <w:t>’</w:t>
            </w:r>
            <w:r>
              <w:t>?</w:t>
            </w:r>
            <w:r w:rsidR="00EF6A28">
              <w:t xml:space="preserve"> </w:t>
            </w:r>
            <w:proofErr w:type="gramStart"/>
            <w:r w:rsidR="00EF6A28">
              <w:t>suggesting</w:t>
            </w:r>
            <w:proofErr w:type="gramEnd"/>
            <w:r w:rsidR="00EF6A28">
              <w:t xml:space="preserve"> that helping with homework is </w:t>
            </w:r>
            <w:r w:rsidR="00C2457C">
              <w:t xml:space="preserve">a </w:t>
            </w:r>
            <w:r w:rsidR="00EF6A28">
              <w:t>about valuing educa</w:t>
            </w:r>
            <w:r w:rsidR="00C2457C">
              <w:t>tion?</w:t>
            </w:r>
            <w:r w:rsidR="00EF6A28">
              <w:t xml:space="preserve">  </w:t>
            </w:r>
            <w:r w:rsidR="00C2457C">
              <w:t xml:space="preserve">An action that would support prioritising helping a child with homework as important.  Therefore a value or belief held by this family? </w:t>
            </w:r>
            <w:r>
              <w:t xml:space="preserve">  </w:t>
            </w:r>
          </w:p>
          <w:p w:rsidR="004C69E8" w:rsidRDefault="009C3DB3">
            <w:r>
              <w:t xml:space="preserve">However generational beliefs/change would provide barriers. </w:t>
            </w:r>
            <w:r w:rsidR="00DA26D6">
              <w:t xml:space="preserve"> Computers provide an </w:t>
            </w:r>
            <w:proofErr w:type="gramStart"/>
            <w:r w:rsidR="00DA26D6">
              <w:t>emphasis .</w:t>
            </w:r>
            <w:proofErr w:type="gramEnd"/>
            <w:r w:rsidR="00DA26D6">
              <w:t xml:space="preserve">  The laughter (022) indicative of a mannerism to hide a shortcoming / that I would identify with this /a nervous response in self recognition that the Carer had presented an idea but not one that she felt able to follow up.</w:t>
            </w:r>
          </w:p>
          <w:p w:rsidR="008C0582" w:rsidRDefault="008C0582"/>
          <w:p w:rsidR="008C0582" w:rsidRDefault="008C0582" w:rsidP="008C0582">
            <w:r>
              <w:t xml:space="preserve">Although had suggested such a supportive idea didn’t carry this through – was it because it might have been too risky? – Too different from own experience of school and learning? (this is a grandparent carer) – Generational issue? </w:t>
            </w:r>
          </w:p>
          <w:p w:rsidR="004C69E8" w:rsidRDefault="004C69E8"/>
          <w:p w:rsidR="009C3DB3" w:rsidRDefault="009C3DB3">
            <w:r>
              <w:t xml:space="preserve">My emphasis 023 was intended to empower because the Carer had been proactive. </w:t>
            </w:r>
            <w:r w:rsidR="007A69B5">
              <w:t xml:space="preserve"> In doing this was I being unintentionally patronising? </w:t>
            </w:r>
            <w:r w:rsidR="00DA26D6">
              <w:t xml:space="preserve">Therefore bringing the conversation </w:t>
            </w:r>
            <w:r w:rsidR="008C0582">
              <w:t xml:space="preserve">back </w:t>
            </w:r>
            <w:r w:rsidR="00DA26D6">
              <w:t>to the ‘safer’ descriptive framework 032 to enable the Carer to be back in the fore of the narrative? 033</w:t>
            </w:r>
          </w:p>
          <w:p w:rsidR="004C69E8" w:rsidRDefault="004C69E8"/>
          <w:p w:rsidR="004C69E8" w:rsidRDefault="004C69E8">
            <w:r>
              <w:t>Ethic of responsibil</w:t>
            </w:r>
            <w:r w:rsidR="00B532D4">
              <w:t>ity towards supporting children?</w:t>
            </w:r>
          </w:p>
          <w:p w:rsidR="004C69E8" w:rsidRDefault="004C69E8" w:rsidP="004C69E8"/>
          <w:p w:rsidR="004C69E8" w:rsidRDefault="008C0582" w:rsidP="004C69E8">
            <w:r>
              <w:t xml:space="preserve">I: </w:t>
            </w:r>
            <w:r w:rsidR="004C69E8">
              <w:t>Back to original question</w:t>
            </w:r>
            <w:r>
              <w:t xml:space="preserve">. </w:t>
            </w:r>
            <w:r w:rsidR="004C69E8">
              <w:t xml:space="preserve">Trying to encourage a descriptive sense of the meeting </w:t>
            </w:r>
          </w:p>
          <w:p w:rsidR="004C69E8" w:rsidRDefault="004C69E8" w:rsidP="004C69E8"/>
          <w:p w:rsidR="004C69E8" w:rsidRDefault="004C69E8" w:rsidP="004C69E8">
            <w:r>
              <w:t>Prompts to gain the perspective</w:t>
            </w:r>
            <w:r w:rsidR="008C0582">
              <w:t xml:space="preserve"> I felt it necessary in order gain insight. </w:t>
            </w:r>
          </w:p>
          <w:p w:rsidR="004C69E8" w:rsidRDefault="004C69E8" w:rsidP="004C69E8"/>
          <w:p w:rsidR="004C69E8" w:rsidRDefault="004C69E8" w:rsidP="004C69E8">
            <w:r>
              <w:t>The girl’s history</w:t>
            </w:r>
            <w:r w:rsidR="008C0582">
              <w:t xml:space="preserve"> 034</w:t>
            </w:r>
            <w:r>
              <w:t xml:space="preserve"> had already been discussed </w:t>
            </w:r>
            <w:r w:rsidR="008C0582">
              <w:t>before the interview had started (</w:t>
            </w:r>
            <w:r>
              <w:t>refer to Appendix X outlining background information</w:t>
            </w:r>
            <w:r w:rsidR="008C0582">
              <w:t>)</w:t>
            </w:r>
            <w:r>
              <w:t xml:space="preserve">. </w:t>
            </w:r>
          </w:p>
          <w:p w:rsidR="004C69E8" w:rsidRDefault="004C69E8" w:rsidP="004C69E8"/>
          <w:p w:rsidR="004C69E8" w:rsidRDefault="004C69E8" w:rsidP="004C69E8">
            <w:r>
              <w:t>Affirma</w:t>
            </w:r>
            <w:r w:rsidR="00B532D4">
              <w:t xml:space="preserve">tive repetition of ‘very good’ </w:t>
            </w:r>
            <w:r>
              <w:t xml:space="preserve">and ‘yes’ </w:t>
            </w:r>
            <w:r w:rsidR="00B532D4">
              <w:t>033.</w:t>
            </w:r>
          </w:p>
          <w:p w:rsidR="00015C60" w:rsidRDefault="00015C60" w:rsidP="004C69E8"/>
          <w:p w:rsidR="00015C60" w:rsidRDefault="00015C60" w:rsidP="004C69E8"/>
          <w:p w:rsidR="00015C60" w:rsidRDefault="00015C60" w:rsidP="004C69E8">
            <w:r>
              <w:t>Repetition of ‘actually’ in order to emphasise fact?</w:t>
            </w:r>
          </w:p>
          <w:p w:rsidR="004C69E8" w:rsidRDefault="004C69E8" w:rsidP="004C69E8"/>
          <w:p w:rsidR="004C69E8" w:rsidRDefault="00015C60" w:rsidP="004C69E8">
            <w:r>
              <w:t xml:space="preserve">Feelings of support for both the girls and her self </w:t>
            </w:r>
          </w:p>
          <w:p w:rsidR="004C69E8" w:rsidRDefault="00B532D4" w:rsidP="004C69E8">
            <w:r>
              <w:t xml:space="preserve">039 -044 – Providing description and insight into the family’s </w:t>
            </w:r>
            <w:proofErr w:type="spellStart"/>
            <w:r>
              <w:t>lif</w:t>
            </w:r>
            <w:proofErr w:type="spellEnd"/>
            <w:r>
              <w:t xml:space="preserve"> world</w:t>
            </w:r>
          </w:p>
          <w:p w:rsidR="00015C60" w:rsidRDefault="00015C60" w:rsidP="004C69E8"/>
          <w:p w:rsidR="00B532D4" w:rsidRDefault="00B532D4" w:rsidP="004C69E8"/>
          <w:p w:rsidR="00B532D4" w:rsidRDefault="00B532D4" w:rsidP="004C69E8"/>
          <w:p w:rsidR="00B532D4" w:rsidRDefault="00B532D4" w:rsidP="004C69E8"/>
          <w:p w:rsidR="00B532D4" w:rsidRDefault="00B532D4" w:rsidP="004C69E8"/>
          <w:p w:rsidR="00B532D4" w:rsidRDefault="00B532D4" w:rsidP="004C69E8">
            <w:r>
              <w:t xml:space="preserve">054 </w:t>
            </w:r>
            <w:r w:rsidR="009C620A">
              <w:t xml:space="preserve">echoing </w:t>
            </w:r>
            <w:r>
              <w:t xml:space="preserve">appreciation </w:t>
            </w:r>
            <w:r w:rsidR="009C620A">
              <w:t xml:space="preserve">of having support for the girls recurring suggesting the importance and value placed by this family. </w:t>
            </w:r>
          </w:p>
          <w:p w:rsidR="00B532D4" w:rsidRDefault="00B532D4" w:rsidP="004C69E8"/>
          <w:p w:rsidR="004C69E8" w:rsidRDefault="004C69E8" w:rsidP="004C69E8">
            <w:r>
              <w:t>I: trying to ascertain whether the meetings were part of the formal TAF proces</w:t>
            </w:r>
            <w:r w:rsidR="00015C60">
              <w:t xml:space="preserve">s or an approach to engagement </w:t>
            </w:r>
            <w:r>
              <w:t>by the school</w:t>
            </w:r>
            <w:r w:rsidR="009E311F">
              <w:t xml:space="preserve">.  If Social Care involved it would be Level 4 on the continuum of need. </w:t>
            </w:r>
            <w:r w:rsidR="00B532D4">
              <w:t xml:space="preserve">  Was I trying to ‘locate’ this family in accordance with professionally familiar frameworks? </w:t>
            </w:r>
          </w:p>
          <w:p w:rsidR="00015C60" w:rsidRDefault="00015C60" w:rsidP="004C69E8"/>
          <w:p w:rsidR="00015C60" w:rsidRDefault="00015C60" w:rsidP="004C69E8">
            <w:r>
              <w:t xml:space="preserve">Attempting to get a sense of perception from the carer. </w:t>
            </w:r>
          </w:p>
          <w:p w:rsidR="00015C60" w:rsidRDefault="00015C60" w:rsidP="004C69E8"/>
          <w:p w:rsidR="00FC263B" w:rsidRDefault="00FC263B" w:rsidP="004C69E8"/>
          <w:p w:rsidR="00015C60" w:rsidRDefault="009C620A" w:rsidP="004C69E8">
            <w:r>
              <w:t>Repetitive affirmative figure of speech</w:t>
            </w:r>
            <w:r w:rsidR="00FC263B">
              <w:t xml:space="preserve"> 065 a</w:t>
            </w:r>
            <w:r w:rsidR="00015C60">
              <w:t>ffirmation – not only do the school support but try to understand what is going on for the girls</w:t>
            </w:r>
          </w:p>
          <w:p w:rsidR="00015C60" w:rsidRDefault="00015C60" w:rsidP="004C69E8"/>
          <w:p w:rsidR="00015C60" w:rsidRDefault="00015C60" w:rsidP="004C69E8"/>
          <w:p w:rsidR="00015C60" w:rsidRDefault="00015C60" w:rsidP="004C69E8"/>
          <w:p w:rsidR="00015C60" w:rsidRDefault="00015C60" w:rsidP="004C69E8">
            <w:r>
              <w:t>Aiming to find out whether there is consistency</w:t>
            </w:r>
          </w:p>
          <w:p w:rsidR="00015C60" w:rsidRDefault="00FC263B" w:rsidP="004C69E8">
            <w:r>
              <w:t xml:space="preserve">Why?  What is my agenda as the interviewer here? </w:t>
            </w:r>
          </w:p>
          <w:p w:rsidR="00015C60" w:rsidRDefault="00015C60" w:rsidP="004C69E8"/>
          <w:p w:rsidR="00015C60" w:rsidRDefault="00015C60" w:rsidP="004C69E8"/>
          <w:p w:rsidR="00015C60" w:rsidRDefault="00015C60" w:rsidP="004C69E8">
            <w:r>
              <w:t xml:space="preserve">Affirmative repetition of ‘yes </w:t>
            </w:r>
            <w:proofErr w:type="spellStart"/>
            <w:r>
              <w:t>yes</w:t>
            </w:r>
            <w:proofErr w:type="spellEnd"/>
            <w:r w:rsidR="00FC263B">
              <w:t>’</w:t>
            </w:r>
            <w:r>
              <w:t>.  This was spoken with a philosophical emphasis</w:t>
            </w:r>
            <w:r w:rsidR="00FC263B">
              <w:t xml:space="preserve"> 069</w:t>
            </w:r>
            <w:r>
              <w:t xml:space="preserve">. </w:t>
            </w:r>
          </w:p>
          <w:p w:rsidR="00015C60" w:rsidRDefault="00015C60" w:rsidP="004C69E8"/>
          <w:p w:rsidR="00015C60" w:rsidRPr="00FC263B" w:rsidRDefault="00FC263B" w:rsidP="004C69E8">
            <w:r w:rsidRPr="00FC263B">
              <w:t>From a systemic perspective I had presented a</w:t>
            </w:r>
            <w:r w:rsidR="00015C60" w:rsidRPr="00FC263B">
              <w:t xml:space="preserve"> closed question</w:t>
            </w:r>
            <w:r w:rsidRPr="00FC263B">
              <w:t xml:space="preserve"> and this emphasised </w:t>
            </w:r>
            <w:r>
              <w:t xml:space="preserve">to me </w:t>
            </w:r>
            <w:r w:rsidRPr="00FC263B">
              <w:t>the</w:t>
            </w:r>
          </w:p>
          <w:p w:rsidR="00015C60" w:rsidRDefault="00FC263B" w:rsidP="004C69E8">
            <w:pPr>
              <w:rPr>
                <w:b/>
              </w:rPr>
            </w:pPr>
            <w:proofErr w:type="gramStart"/>
            <w:r w:rsidRPr="00FC263B">
              <w:t>i</w:t>
            </w:r>
            <w:r w:rsidR="00015C60" w:rsidRPr="00FC263B">
              <w:t>mportance</w:t>
            </w:r>
            <w:proofErr w:type="gramEnd"/>
            <w:r w:rsidR="00015C60" w:rsidRPr="00FC263B">
              <w:t xml:space="preserve"> of </w:t>
            </w:r>
            <w:r>
              <w:t xml:space="preserve">people </w:t>
            </w:r>
            <w:r w:rsidRPr="00FC263B">
              <w:t>having an opportunity</w:t>
            </w:r>
            <w:r w:rsidR="00015C60" w:rsidRPr="00FC263B">
              <w:t xml:space="preserve"> </w:t>
            </w:r>
            <w:r>
              <w:t xml:space="preserve">to tell their story.  </w:t>
            </w:r>
          </w:p>
          <w:p w:rsidR="00015C60" w:rsidRDefault="00015C60" w:rsidP="00015C60">
            <w:pPr>
              <w:pStyle w:val="Heading2"/>
              <w:outlineLvl w:val="1"/>
              <w:rPr>
                <w:rFonts w:asciiTheme="minorHAnsi" w:hAnsiTheme="minorHAnsi"/>
                <w:sz w:val="22"/>
                <w:szCs w:val="22"/>
                <w:u w:val="none"/>
              </w:rPr>
            </w:pPr>
          </w:p>
          <w:p w:rsidR="00FC263B" w:rsidRDefault="00FC263B" w:rsidP="00FC263B"/>
          <w:p w:rsidR="00FC263B" w:rsidRPr="00FC263B" w:rsidRDefault="00FC263B" w:rsidP="00FC263B">
            <w:r>
              <w:t>Interviewer tension between focusing on the study therefore b</w:t>
            </w:r>
            <w:r w:rsidR="00015C60">
              <w:t xml:space="preserve">ringing the conversation back to ‘the Project’ </w:t>
            </w:r>
            <w:proofErr w:type="spellStart"/>
            <w:r w:rsidR="00015C60">
              <w:t>cf</w:t>
            </w:r>
            <w:proofErr w:type="spellEnd"/>
            <w:r w:rsidR="00015C60">
              <w:t xml:space="preserve"> the wider </w:t>
            </w:r>
            <w:r>
              <w:t xml:space="preserve">opportunity </w:t>
            </w:r>
            <w:r w:rsidRPr="00FC263B">
              <w:t xml:space="preserve">to tell </w:t>
            </w:r>
            <w:r>
              <w:t xml:space="preserve">a ‘different’ </w:t>
            </w:r>
            <w:r w:rsidRPr="00FC263B">
              <w:t>story.</w:t>
            </w:r>
          </w:p>
          <w:p w:rsidR="00FC263B" w:rsidRDefault="00FC263B" w:rsidP="00FC263B">
            <w:pPr>
              <w:rPr>
                <w:b/>
              </w:rPr>
            </w:pPr>
          </w:p>
          <w:p w:rsidR="003E529E" w:rsidRDefault="003E529E" w:rsidP="00FC263B">
            <w:pPr>
              <w:rPr>
                <w:b/>
              </w:rPr>
            </w:pPr>
          </w:p>
          <w:p w:rsidR="00015C60" w:rsidRDefault="00015C60" w:rsidP="00015C60">
            <w:pPr>
              <w:pStyle w:val="Heading2"/>
              <w:outlineLvl w:val="1"/>
              <w:rPr>
                <w:rFonts w:asciiTheme="minorHAnsi" w:hAnsiTheme="minorHAnsi"/>
                <w:sz w:val="22"/>
                <w:szCs w:val="22"/>
                <w:u w:val="none"/>
              </w:rPr>
            </w:pPr>
            <w:proofErr w:type="gramStart"/>
            <w:r>
              <w:rPr>
                <w:rFonts w:asciiTheme="minorHAnsi" w:hAnsiTheme="minorHAnsi"/>
                <w:sz w:val="22"/>
                <w:szCs w:val="22"/>
                <w:u w:val="none"/>
              </w:rPr>
              <w:t>I -</w:t>
            </w:r>
            <w:r w:rsidR="003E529E">
              <w:rPr>
                <w:rFonts w:asciiTheme="minorHAnsi" w:hAnsiTheme="minorHAnsi"/>
                <w:sz w:val="22"/>
                <w:szCs w:val="22"/>
                <w:u w:val="none"/>
              </w:rPr>
              <w:t xml:space="preserve"> Gaining b</w:t>
            </w:r>
            <w:r w:rsidRPr="00015C60">
              <w:rPr>
                <w:rFonts w:asciiTheme="minorHAnsi" w:hAnsiTheme="minorHAnsi"/>
                <w:sz w:val="22"/>
                <w:szCs w:val="22"/>
                <w:u w:val="none"/>
              </w:rPr>
              <w:t>ackground information how the girls fe</w:t>
            </w:r>
            <w:r w:rsidR="003E529E">
              <w:rPr>
                <w:rFonts w:asciiTheme="minorHAnsi" w:hAnsiTheme="minorHAnsi"/>
                <w:sz w:val="22"/>
                <w:szCs w:val="22"/>
                <w:u w:val="none"/>
              </w:rPr>
              <w:t>lt about going to the hotel.</w:t>
            </w:r>
            <w:proofErr w:type="gramEnd"/>
            <w:r w:rsidR="003E529E">
              <w:rPr>
                <w:rFonts w:asciiTheme="minorHAnsi" w:hAnsiTheme="minorHAnsi"/>
                <w:sz w:val="22"/>
                <w:szCs w:val="22"/>
                <w:u w:val="none"/>
              </w:rPr>
              <w:t xml:space="preserve">  </w:t>
            </w:r>
            <w:proofErr w:type="gramStart"/>
            <w:r w:rsidR="003E529E">
              <w:rPr>
                <w:rFonts w:asciiTheme="minorHAnsi" w:hAnsiTheme="minorHAnsi"/>
                <w:sz w:val="22"/>
                <w:szCs w:val="22"/>
                <w:u w:val="none"/>
              </w:rPr>
              <w:t>Descriptive lifeworld insight indication of socio economic status?</w:t>
            </w:r>
            <w:proofErr w:type="gramEnd"/>
          </w:p>
          <w:p w:rsidR="00015C60" w:rsidRDefault="00015C60" w:rsidP="00015C60"/>
          <w:p w:rsidR="00015C60" w:rsidRDefault="00015C60" w:rsidP="00015C60">
            <w:r>
              <w:t>Experiences given by the school – being given something</w:t>
            </w:r>
          </w:p>
          <w:p w:rsidR="00015C60" w:rsidRDefault="00015C60" w:rsidP="00015C60"/>
          <w:p w:rsidR="00015C60" w:rsidRDefault="00015C60" w:rsidP="00015C60"/>
          <w:p w:rsidR="00015C60" w:rsidRPr="00015C60" w:rsidRDefault="00015C60" w:rsidP="00015C60">
            <w:r>
              <w:t xml:space="preserve">Repetition of ‘yes’  - affirmative </w:t>
            </w:r>
          </w:p>
          <w:p w:rsidR="00015C60" w:rsidRDefault="00015C60" w:rsidP="004C69E8">
            <w:pPr>
              <w:rPr>
                <w:b/>
              </w:rPr>
            </w:pPr>
          </w:p>
          <w:p w:rsidR="009E311F" w:rsidRDefault="009E311F" w:rsidP="004C69E8">
            <w:pPr>
              <w:rPr>
                <w:b/>
              </w:rPr>
            </w:pPr>
          </w:p>
          <w:p w:rsidR="009E311F" w:rsidRDefault="009E311F" w:rsidP="004C69E8">
            <w:pPr>
              <w:rPr>
                <w:b/>
              </w:rPr>
            </w:pPr>
          </w:p>
          <w:p w:rsidR="009E311F" w:rsidRDefault="009E311F" w:rsidP="004C69E8">
            <w:pPr>
              <w:rPr>
                <w:b/>
              </w:rPr>
            </w:pPr>
          </w:p>
          <w:p w:rsidR="009E311F" w:rsidRDefault="009E311F" w:rsidP="004C69E8">
            <w:pPr>
              <w:rPr>
                <w:b/>
              </w:rPr>
            </w:pPr>
          </w:p>
          <w:p w:rsidR="003E529E" w:rsidRDefault="009E311F" w:rsidP="004C69E8">
            <w:r w:rsidRPr="009E311F">
              <w:t>Something different and effort for the girls but when it</w:t>
            </w:r>
            <w:r w:rsidR="003E529E">
              <w:t xml:space="preserve"> comes to being proactive as a </w:t>
            </w:r>
            <w:proofErr w:type="spellStart"/>
            <w:r w:rsidR="003E529E">
              <w:t>C</w:t>
            </w:r>
            <w:r w:rsidRPr="009E311F">
              <w:t>arer</w:t>
            </w:r>
            <w:proofErr w:type="spellEnd"/>
            <w:r w:rsidRPr="009E311F">
              <w:t xml:space="preserve"> – </w:t>
            </w:r>
            <w:proofErr w:type="spellStart"/>
            <w:r w:rsidRPr="009E311F">
              <w:t>cf</w:t>
            </w:r>
            <w:proofErr w:type="spellEnd"/>
            <w:r w:rsidRPr="009E311F">
              <w:t xml:space="preserve"> turnin</w:t>
            </w:r>
            <w:r w:rsidR="003E529E">
              <w:t xml:space="preserve">g up at the meeting that was suggested about </w:t>
            </w:r>
            <w:r>
              <w:t>learning</w:t>
            </w:r>
            <w:r w:rsidR="003E529E">
              <w:t xml:space="preserve"> Maths to help with homework</w:t>
            </w:r>
            <w:r>
              <w:t xml:space="preserve">.  </w:t>
            </w:r>
          </w:p>
          <w:p w:rsidR="003E529E" w:rsidRDefault="003E529E" w:rsidP="004C69E8">
            <w:r>
              <w:t>Is this because for this person e</w:t>
            </w:r>
            <w:r w:rsidR="009E311F">
              <w:t xml:space="preserve">ating a meal </w:t>
            </w:r>
            <w:r>
              <w:t xml:space="preserve">is </w:t>
            </w:r>
            <w:r w:rsidR="009E311F">
              <w:t>a less threatening a</w:t>
            </w:r>
            <w:r>
              <w:t xml:space="preserve">nd risk taking experience? </w:t>
            </w:r>
          </w:p>
          <w:p w:rsidR="003E529E" w:rsidRDefault="003E529E" w:rsidP="004C69E8"/>
          <w:p w:rsidR="009E311F" w:rsidRDefault="003E529E" w:rsidP="004C69E8">
            <w:r>
              <w:t xml:space="preserve">Is it </w:t>
            </w:r>
            <w:r w:rsidR="009E311F">
              <w:t xml:space="preserve">dependent upon </w:t>
            </w:r>
            <w:r>
              <w:t xml:space="preserve">what a projects involves to </w:t>
            </w:r>
            <w:r w:rsidR="009E311F">
              <w:t>how people feel that they can engage e.g</w:t>
            </w:r>
            <w:r>
              <w:t xml:space="preserve">. engaging with a school to eat compared with learning could be less ‘risky’ to </w:t>
            </w:r>
            <w:r w:rsidR="00655B2C">
              <w:t xml:space="preserve">a sense of </w:t>
            </w:r>
            <w:r>
              <w:t>self from a psychological perspective?</w:t>
            </w:r>
          </w:p>
          <w:p w:rsidR="009E311F" w:rsidRDefault="009E311F" w:rsidP="004C69E8"/>
          <w:p w:rsidR="009E311F" w:rsidRDefault="009E311F" w:rsidP="004C69E8"/>
          <w:p w:rsidR="009E311F" w:rsidRDefault="009E311F" w:rsidP="004C69E8"/>
          <w:p w:rsidR="009E311F" w:rsidRDefault="009E311F" w:rsidP="004C69E8">
            <w:r>
              <w:t>Joint experience shared memories – link to psychological perspective of the importance</w:t>
            </w:r>
            <w:r w:rsidR="00655B2C">
              <w:t xml:space="preserve"> of building shared memories.  </w:t>
            </w:r>
            <w:r>
              <w:t xml:space="preserve"> </w:t>
            </w:r>
          </w:p>
          <w:p w:rsidR="009E311F" w:rsidRDefault="009E311F" w:rsidP="004C69E8"/>
          <w:p w:rsidR="009E311F" w:rsidRDefault="009E311F" w:rsidP="004C69E8"/>
          <w:p w:rsidR="009E311F" w:rsidRDefault="009E311F" w:rsidP="004C69E8"/>
          <w:p w:rsidR="009E311F" w:rsidRDefault="009E311F" w:rsidP="004C69E8"/>
          <w:p w:rsidR="009E311F" w:rsidRDefault="009E311F" w:rsidP="004C69E8"/>
          <w:p w:rsidR="00CA089E" w:rsidRDefault="009E311F" w:rsidP="00CA089E">
            <w:r>
              <w:t>Difference in relating experience narrative of the evening and the earlier suggestion of the Maths class – what makes this different?</w:t>
            </w:r>
            <w:r w:rsidR="00CA089E">
              <w:t xml:space="preserve"> </w:t>
            </w:r>
          </w:p>
          <w:p w:rsidR="009E311F" w:rsidRDefault="009E311F" w:rsidP="004C69E8">
            <w:r>
              <w:t xml:space="preserve"> </w:t>
            </w:r>
            <w:r w:rsidR="00655B2C">
              <w:t xml:space="preserve"> (See previous reference to risk taking). </w:t>
            </w:r>
          </w:p>
          <w:p w:rsidR="00CA089E" w:rsidRDefault="00CA089E" w:rsidP="004C69E8"/>
          <w:p w:rsidR="009E311F" w:rsidRDefault="009E311F" w:rsidP="004C69E8">
            <w:r>
              <w:t xml:space="preserve">Repetition of the ‘yes’ affirmative and reflective </w:t>
            </w:r>
            <w:r w:rsidR="00655B2C">
              <w:t>‘</w:t>
            </w:r>
            <w:proofErr w:type="spellStart"/>
            <w:r w:rsidR="00655B2C">
              <w:t>urm</w:t>
            </w:r>
            <w:proofErr w:type="spellEnd"/>
            <w:r w:rsidR="00655B2C">
              <w:t xml:space="preserve">’ </w:t>
            </w:r>
          </w:p>
          <w:p w:rsidR="00655B2C" w:rsidRDefault="00655B2C" w:rsidP="004C69E8"/>
          <w:p w:rsidR="00655B2C" w:rsidRDefault="00655B2C" w:rsidP="004C69E8">
            <w:r>
              <w:t xml:space="preserve">A value of time with the children having a focus and a purpose.  The value of a shared memory. </w:t>
            </w:r>
          </w:p>
          <w:p w:rsidR="00655B2C" w:rsidRDefault="00655B2C" w:rsidP="004C69E8"/>
          <w:p w:rsidR="009E311F" w:rsidRDefault="00655B2C" w:rsidP="004C69E8">
            <w:r>
              <w:t>Curious about this as Researcher mindful of the literature about the influence of the experience of family members own schooling and the views and outcomes of children</w:t>
            </w:r>
          </w:p>
          <w:p w:rsidR="00655B2C" w:rsidRDefault="00655B2C" w:rsidP="004C69E8"/>
          <w:p w:rsidR="009E311F" w:rsidRDefault="009E311F" w:rsidP="004C69E8">
            <w:r>
              <w:t xml:space="preserve">Exploring whether the </w:t>
            </w:r>
            <w:proofErr w:type="gramStart"/>
            <w:r>
              <w:t>project  has</w:t>
            </w:r>
            <w:proofErr w:type="gramEnd"/>
            <w:r>
              <w:t xml:space="preserve"> influenced </w:t>
            </w:r>
            <w:r w:rsidR="00655B2C">
              <w:t xml:space="preserve">the Carer perspective on school for the girls. </w:t>
            </w:r>
            <w:r>
              <w:t xml:space="preserve"> </w:t>
            </w:r>
          </w:p>
          <w:p w:rsidR="009E311F" w:rsidRDefault="009E311F" w:rsidP="004C69E8"/>
          <w:p w:rsidR="009E311F" w:rsidRDefault="009E311F" w:rsidP="004C69E8">
            <w:proofErr w:type="spellStart"/>
            <w:r>
              <w:t>Urm’s</w:t>
            </w:r>
            <w:proofErr w:type="spellEnd"/>
            <w:r>
              <w:t xml:space="preserve"> and pauses – processing and providing a reflective space. </w:t>
            </w:r>
          </w:p>
          <w:p w:rsidR="00D46A31" w:rsidRDefault="00D46A31" w:rsidP="004C69E8"/>
          <w:p w:rsidR="009E311F" w:rsidRDefault="00D46A31" w:rsidP="004C69E8">
            <w:r>
              <w:t>Providing insight into what is valued and how it impacts the girls for example increased motivation.  130</w:t>
            </w:r>
          </w:p>
          <w:p w:rsidR="00D46A31" w:rsidRDefault="00D46A31" w:rsidP="004C69E8">
            <w:r>
              <w:t>Outcomes suggested are that the girls have:</w:t>
            </w:r>
          </w:p>
          <w:p w:rsidR="00D46A31" w:rsidRDefault="00D46A31" w:rsidP="00D46A31">
            <w:pPr>
              <w:pStyle w:val="ListParagraph"/>
              <w:numPr>
                <w:ilvl w:val="0"/>
                <w:numId w:val="6"/>
              </w:numPr>
            </w:pPr>
            <w:r>
              <w:t>Settled better in school this year</w:t>
            </w:r>
          </w:p>
          <w:p w:rsidR="00D46A31" w:rsidRDefault="00D46A31" w:rsidP="00D46A31">
            <w:pPr>
              <w:pStyle w:val="ListParagraph"/>
              <w:numPr>
                <w:ilvl w:val="0"/>
                <w:numId w:val="6"/>
              </w:numPr>
            </w:pPr>
            <w:r>
              <w:t>Trying hard to do their best</w:t>
            </w:r>
          </w:p>
          <w:p w:rsidR="00D46A31" w:rsidRDefault="00D46A31" w:rsidP="00D46A31">
            <w:pPr>
              <w:pStyle w:val="ListParagraph"/>
              <w:numPr>
                <w:ilvl w:val="0"/>
                <w:numId w:val="6"/>
              </w:numPr>
            </w:pPr>
            <w:r>
              <w:t>They are more positive towards school with an increased sense of belonging.</w:t>
            </w:r>
          </w:p>
          <w:p w:rsidR="00D46A31" w:rsidRDefault="00D46A31" w:rsidP="00D46A31">
            <w:pPr>
              <w:pStyle w:val="ListParagraph"/>
              <w:numPr>
                <w:ilvl w:val="0"/>
                <w:numId w:val="6"/>
              </w:numPr>
            </w:pPr>
            <w:r>
              <w:t>Gained a sense that Teachers are interested in them</w:t>
            </w:r>
          </w:p>
          <w:p w:rsidR="00D46A31" w:rsidRDefault="00D46A31" w:rsidP="00D46A31">
            <w:pPr>
              <w:pStyle w:val="ListParagraph"/>
            </w:pPr>
            <w:r>
              <w:t>Made academic gain</w:t>
            </w:r>
          </w:p>
          <w:p w:rsidR="00D46A31" w:rsidRDefault="00D46A31" w:rsidP="00D46A31">
            <w:pPr>
              <w:pStyle w:val="ListParagraph"/>
              <w:numPr>
                <w:ilvl w:val="0"/>
                <w:numId w:val="6"/>
              </w:numPr>
            </w:pPr>
            <w:r>
              <w:t>Improved confidence</w:t>
            </w:r>
          </w:p>
          <w:p w:rsidR="00015E1D" w:rsidRDefault="00015E1D" w:rsidP="00D46A31">
            <w:pPr>
              <w:pStyle w:val="ListParagraph"/>
              <w:numPr>
                <w:ilvl w:val="0"/>
                <w:numId w:val="6"/>
              </w:numPr>
            </w:pPr>
            <w:r>
              <w:t xml:space="preserve">Also see 200 </w:t>
            </w:r>
          </w:p>
          <w:p w:rsidR="00D46A31" w:rsidRDefault="00D46A31" w:rsidP="00D46A31"/>
          <w:p w:rsidR="009E311F" w:rsidRDefault="00D46A31" w:rsidP="004C69E8">
            <w:r>
              <w:t>138 - Speech pattern repetition  and  emphasis</w:t>
            </w:r>
          </w:p>
          <w:p w:rsidR="00D51CEB" w:rsidRDefault="00D51CEB" w:rsidP="004C69E8"/>
          <w:p w:rsidR="009E311F" w:rsidRPr="00015E1D" w:rsidRDefault="00D46A31" w:rsidP="004C69E8">
            <w:pPr>
              <w:rPr>
                <w:b/>
              </w:rPr>
            </w:pPr>
            <w:r>
              <w:t xml:space="preserve">As researcher am I curious to draw on previous knowledge about Carers experience of school? </w:t>
            </w:r>
            <w:r w:rsidR="00015E1D">
              <w:t xml:space="preserve"> (Reflecting the double hermeneutic of the Researcher ? </w:t>
            </w:r>
            <w:r w:rsidR="00015E1D" w:rsidRPr="00015E1D">
              <w:rPr>
                <w:b/>
              </w:rPr>
              <w:t xml:space="preserve">ref Langdridge  chapter 7) </w:t>
            </w:r>
          </w:p>
          <w:p w:rsidR="009E311F" w:rsidRDefault="009E311F" w:rsidP="004C69E8">
            <w:r>
              <w:t>The ‘very’ repetition ‘much so, much so’</w:t>
            </w:r>
            <w:r w:rsidR="00015E1D">
              <w:t xml:space="preserve"> 143-144</w:t>
            </w:r>
          </w:p>
          <w:p w:rsidR="009E311F" w:rsidRDefault="009E311F" w:rsidP="004C69E8"/>
          <w:p w:rsidR="009E311F" w:rsidRDefault="009E311F" w:rsidP="0039593C">
            <w:r>
              <w:t>I: curiosity</w:t>
            </w:r>
            <w:r w:rsidR="007771D0">
              <w:t>!</w:t>
            </w:r>
            <w:r>
              <w:t xml:space="preserve"> – did this link with the literature about carer perceptions and school experiences?</w:t>
            </w:r>
            <w:r w:rsidR="0039593C">
              <w:t xml:space="preserve"> Was this reflecting the double hermeneutic Langdridge chapter 7? </w:t>
            </w:r>
            <w:proofErr w:type="gramStart"/>
            <w:r w:rsidR="0039593C">
              <w:t>of</w:t>
            </w:r>
            <w:proofErr w:type="gramEnd"/>
            <w:r w:rsidR="0039593C">
              <w:t xml:space="preserve"> the Researcher?</w:t>
            </w:r>
          </w:p>
          <w:p w:rsidR="0039593C" w:rsidRDefault="0039593C" w:rsidP="0039593C"/>
          <w:p w:rsidR="0039593C" w:rsidRDefault="0039593C" w:rsidP="0039593C">
            <w:r>
              <w:t>No further e</w:t>
            </w:r>
            <w:r w:rsidR="00015E1D">
              <w:t>laboration of what was better?  158</w:t>
            </w:r>
            <w:r w:rsidR="00B229CB">
              <w:t xml:space="preserve"> Perhaps referring to t</w:t>
            </w:r>
            <w:r>
              <w:t>he</w:t>
            </w:r>
            <w:r w:rsidR="00B229CB">
              <w:t xml:space="preserve"> </w:t>
            </w:r>
            <w:r>
              <w:t>interest that schools have in th</w:t>
            </w:r>
            <w:r w:rsidR="00B229CB">
              <w:t xml:space="preserve">e wider context of young people’s lives and needs? </w:t>
            </w:r>
          </w:p>
          <w:p w:rsidR="0039593C" w:rsidRDefault="0039593C" w:rsidP="0039593C"/>
          <w:p w:rsidR="0039593C" w:rsidRDefault="0039593C" w:rsidP="0039593C"/>
          <w:p w:rsidR="0039593C" w:rsidRDefault="0039593C" w:rsidP="0039593C"/>
          <w:p w:rsidR="0039593C" w:rsidRDefault="0039593C" w:rsidP="0039593C">
            <w:r>
              <w:t xml:space="preserve">Reflecting the exchange of the Interviewer as listener to enable the narrative to flow rather than interruptive use of prompt – desire to make the research design conversational to ‘hear’ people’s stories. </w:t>
            </w:r>
            <w:r w:rsidR="00B229CB">
              <w:t xml:space="preserve"> 160 and 161</w:t>
            </w:r>
          </w:p>
          <w:p w:rsidR="0039593C" w:rsidRDefault="0039593C" w:rsidP="0039593C"/>
          <w:p w:rsidR="0039593C" w:rsidRDefault="00B229CB" w:rsidP="0039593C">
            <w:r>
              <w:t xml:space="preserve">Reflection of the family work ethic and value on education and the expectation of having to work hard. </w:t>
            </w:r>
          </w:p>
          <w:p w:rsidR="0039593C" w:rsidRDefault="0039593C" w:rsidP="0039593C"/>
          <w:p w:rsidR="0039593C" w:rsidRDefault="0039593C" w:rsidP="0039593C"/>
          <w:p w:rsidR="0039593C" w:rsidRDefault="0039593C" w:rsidP="0039593C"/>
          <w:p w:rsidR="0039593C" w:rsidRDefault="0039593C" w:rsidP="0039593C">
            <w:r>
              <w:t xml:space="preserve">Affirmative – use of </w:t>
            </w:r>
            <w:proofErr w:type="gramStart"/>
            <w:r>
              <w:t xml:space="preserve">‘yes’ </w:t>
            </w:r>
            <w:r w:rsidR="00B229CB">
              <w:t xml:space="preserve"> emphasising</w:t>
            </w:r>
            <w:proofErr w:type="gramEnd"/>
            <w:r w:rsidR="00B229CB">
              <w:t xml:space="preserve"> the point about the value of education  and the value of family and family expectation  164 – 165.</w:t>
            </w:r>
          </w:p>
          <w:p w:rsidR="0006293A" w:rsidRDefault="0006293A" w:rsidP="0039593C"/>
          <w:p w:rsidR="0006293A" w:rsidRDefault="0006293A" w:rsidP="0039593C"/>
          <w:p w:rsidR="0006293A" w:rsidRDefault="0006293A" w:rsidP="0039593C">
            <w:r>
              <w:t xml:space="preserve">I: Return to the focus of the research questions and underlying intent to explore the effect of the project and engagement with schools. </w:t>
            </w:r>
          </w:p>
          <w:p w:rsidR="0006293A" w:rsidRDefault="0006293A" w:rsidP="0039593C"/>
          <w:p w:rsidR="0006293A" w:rsidRDefault="0006293A" w:rsidP="0039593C"/>
          <w:p w:rsidR="0006293A" w:rsidRDefault="00B229CB" w:rsidP="0039593C">
            <w:r>
              <w:t>180 –</w:t>
            </w:r>
            <w:r w:rsidR="00985EC3">
              <w:t xml:space="preserve"> P</w:t>
            </w:r>
            <w:r>
              <w:t xml:space="preserve">roactive, help self.  Taking responsibility and ownership. </w:t>
            </w:r>
            <w:r w:rsidR="00985EC3">
              <w:t xml:space="preserve"> ‘Yes’ affirmative. </w:t>
            </w:r>
          </w:p>
          <w:p w:rsidR="0006293A" w:rsidRDefault="0006293A" w:rsidP="0039593C"/>
          <w:p w:rsidR="0006293A" w:rsidRDefault="0006293A" w:rsidP="0039593C"/>
          <w:p w:rsidR="0006293A" w:rsidRDefault="0006293A" w:rsidP="0039593C">
            <w:r>
              <w:t xml:space="preserve">Interesting – change in the Carer perspective?  Compared with the response to going to the Lesson opportunity as mentioned earlier. Would the Carer now be more confident to go to something for families related to learning? </w:t>
            </w:r>
            <w:r w:rsidR="00985EC3">
              <w:t xml:space="preserve"> Has the Carer been empowered?</w:t>
            </w:r>
          </w:p>
          <w:p w:rsidR="0006293A" w:rsidRDefault="0006293A" w:rsidP="0039593C"/>
          <w:p w:rsidR="0006293A" w:rsidRDefault="0006293A" w:rsidP="0039593C">
            <w:r>
              <w:t xml:space="preserve">Use of ‘yes’ again to make the point. </w:t>
            </w:r>
            <w:r w:rsidR="00B229CB">
              <w:t>200</w:t>
            </w:r>
          </w:p>
          <w:p w:rsidR="0006293A" w:rsidRDefault="0006293A" w:rsidP="0039593C"/>
          <w:p w:rsidR="0006293A" w:rsidRDefault="0006293A" w:rsidP="0039593C">
            <w:r>
              <w:t>Recognition of the school’s efforts.</w:t>
            </w:r>
          </w:p>
          <w:p w:rsidR="0006293A" w:rsidRDefault="0006293A" w:rsidP="0039593C"/>
          <w:p w:rsidR="00B229CB" w:rsidRDefault="00985EC3" w:rsidP="0039593C">
            <w:r w:rsidRPr="00985EC3">
              <w:rPr>
                <w:color w:val="FF0000"/>
              </w:rPr>
              <w:t>Red</w:t>
            </w:r>
            <w:r>
              <w:t xml:space="preserve"> emphasis a ‘sound bite’ for the Project.  Emphasising the positive engagement with school through a specific activity. </w:t>
            </w:r>
          </w:p>
          <w:p w:rsidR="00985EC3" w:rsidRDefault="00985EC3" w:rsidP="0039593C"/>
          <w:p w:rsidR="0006293A" w:rsidRDefault="0006293A" w:rsidP="0039593C">
            <w:r>
              <w:t xml:space="preserve">I: Curiosity creeping in!  </w:t>
            </w:r>
            <w:r w:rsidR="00B229CB">
              <w:t xml:space="preserve">202 </w:t>
            </w:r>
            <w:r>
              <w:t xml:space="preserve">Thinking that if we know what is off putting to families </w:t>
            </w:r>
            <w:r w:rsidR="00B229CB">
              <w:t xml:space="preserve">then logically it can be </w:t>
            </w:r>
            <w:r>
              <w:t>avoid</w:t>
            </w:r>
            <w:r w:rsidR="00B229CB">
              <w:t>ed</w:t>
            </w:r>
            <w:r>
              <w:t xml:space="preserve"> and </w:t>
            </w:r>
            <w:r w:rsidR="00B229CB">
              <w:t xml:space="preserve">what will promote engagement can be created? </w:t>
            </w:r>
          </w:p>
          <w:p w:rsidR="00985EC3" w:rsidRDefault="00985EC3" w:rsidP="0039593C"/>
          <w:p w:rsidR="00985EC3" w:rsidRDefault="00985EC3" w:rsidP="0039593C">
            <w:r>
              <w:t xml:space="preserve">204 Reference to increased confidence as an outcome linking with 130 – 144. </w:t>
            </w:r>
          </w:p>
          <w:p w:rsidR="0006293A" w:rsidRDefault="0006293A" w:rsidP="0039593C"/>
          <w:p w:rsidR="0006293A" w:rsidRDefault="0006293A" w:rsidP="0039593C"/>
          <w:p w:rsidR="0006293A" w:rsidRDefault="0006293A" w:rsidP="0039593C">
            <w:r>
              <w:t xml:space="preserve">Repetition to make the point. </w:t>
            </w:r>
            <w:r w:rsidR="00985EC3">
              <w:t xml:space="preserve"> Another linguistic example of use of emphasis. </w:t>
            </w:r>
            <w:r w:rsidR="001C6940">
              <w:t xml:space="preserve"> 205</w:t>
            </w:r>
          </w:p>
          <w:p w:rsidR="0006293A" w:rsidRDefault="0006293A" w:rsidP="0039593C"/>
          <w:p w:rsidR="0006293A" w:rsidRDefault="001C6940" w:rsidP="0039593C">
            <w:r>
              <w:t>I wondered h</w:t>
            </w:r>
            <w:r w:rsidR="0006293A">
              <w:t xml:space="preserve">ow the same values </w:t>
            </w:r>
            <w:r>
              <w:t xml:space="preserve">will </w:t>
            </w:r>
            <w:r w:rsidR="0006293A">
              <w:t xml:space="preserve">reproduce with what is important to the Granddaughters when they are </w:t>
            </w:r>
            <w:proofErr w:type="gramStart"/>
            <w:r w:rsidR="0006293A">
              <w:t>interviewed?</w:t>
            </w:r>
            <w:proofErr w:type="gramEnd"/>
            <w:r w:rsidR="0006293A">
              <w:t xml:space="preserve"> </w:t>
            </w:r>
          </w:p>
          <w:p w:rsidR="0006293A" w:rsidRDefault="0006293A" w:rsidP="0039593C"/>
          <w:p w:rsidR="0006293A" w:rsidRDefault="0006293A" w:rsidP="0039593C">
            <w:r>
              <w:t xml:space="preserve">Illustration of the good relationship – ‘the banter’ a connection with something that the Grandparent Carer can relate to. </w:t>
            </w:r>
            <w:r w:rsidR="001C6940">
              <w:t xml:space="preserve"> 208 </w:t>
            </w:r>
          </w:p>
          <w:p w:rsidR="001C6940" w:rsidRDefault="001C6940" w:rsidP="0039593C"/>
          <w:p w:rsidR="0006293A" w:rsidRDefault="001C6940" w:rsidP="0039593C">
            <w:r>
              <w:t xml:space="preserve">‘Yes, yes’ repetition and emphasis. </w:t>
            </w:r>
          </w:p>
          <w:p w:rsidR="0006293A" w:rsidRDefault="0006293A" w:rsidP="0006293A"/>
          <w:p w:rsidR="0006293A" w:rsidRDefault="0006293A" w:rsidP="0006293A">
            <w:r>
              <w:t>Connection of the Ca</w:t>
            </w:r>
            <w:r w:rsidR="00D85EED">
              <w:t xml:space="preserve">rer with the school to promote </w:t>
            </w:r>
            <w:r>
              <w:t xml:space="preserve">engagement in the same way as it is with the </w:t>
            </w:r>
            <w:proofErr w:type="spellStart"/>
            <w:r>
              <w:t>cyp</w:t>
            </w:r>
            <w:proofErr w:type="spellEnd"/>
            <w:r>
              <w:t xml:space="preserve">.   The same values – accessibility, communication, relational approach. </w:t>
            </w:r>
            <w:r w:rsidR="001C6940">
              <w:t xml:space="preserve"> 207 </w:t>
            </w:r>
          </w:p>
          <w:p w:rsidR="001C6940" w:rsidRDefault="001C6940" w:rsidP="0006293A">
            <w:r>
              <w:t xml:space="preserve">The insight provided by this connection?  Use of skills for example cooking compared to Maths to encourage families to engage?  Cookery could be a way to promote Maths skills too. </w:t>
            </w:r>
            <w:proofErr w:type="gramStart"/>
            <w:r>
              <w:t>Different  interests</w:t>
            </w:r>
            <w:proofErr w:type="gramEnd"/>
            <w:r>
              <w:t xml:space="preserve"> for other families could contribute to a ‘bespoke’ approach. </w:t>
            </w:r>
          </w:p>
          <w:p w:rsidR="0006293A" w:rsidRPr="009E311F" w:rsidRDefault="0006293A" w:rsidP="0039593C"/>
        </w:tc>
      </w:tr>
    </w:tbl>
    <w:p w:rsidR="00F920F4" w:rsidRDefault="00F920F4"/>
    <w:sectPr w:rsidR="00F920F4" w:rsidSect="00CF41EF">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9CB" w:rsidRDefault="00B229CB" w:rsidP="00CF41EF">
      <w:pPr>
        <w:spacing w:after="0" w:line="240" w:lineRule="auto"/>
      </w:pPr>
      <w:r>
        <w:separator/>
      </w:r>
    </w:p>
  </w:endnote>
  <w:endnote w:type="continuationSeparator" w:id="0">
    <w:p w:rsidR="00B229CB" w:rsidRDefault="00B229CB" w:rsidP="00CF4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9CB" w:rsidRDefault="00B229CB">
    <w:pPr>
      <w:pStyle w:val="Footer"/>
    </w:pPr>
    <w:r>
      <w:fldChar w:fldCharType="begin"/>
    </w:r>
    <w:r>
      <w:instrText xml:space="preserve"> PAGE   \* MERGEFORMAT </w:instrText>
    </w:r>
    <w:r>
      <w:fldChar w:fldCharType="separate"/>
    </w:r>
    <w:r w:rsidR="00E55B8F">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9CB" w:rsidRDefault="00B229CB" w:rsidP="00CF41EF">
      <w:pPr>
        <w:spacing w:after="0" w:line="240" w:lineRule="auto"/>
      </w:pPr>
      <w:r>
        <w:separator/>
      </w:r>
    </w:p>
  </w:footnote>
  <w:footnote w:type="continuationSeparator" w:id="0">
    <w:p w:rsidR="00B229CB" w:rsidRDefault="00B229CB" w:rsidP="00CF41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9CB" w:rsidRDefault="00E55B8F">
    <w:pPr>
      <w:pStyle w:val="Header"/>
    </w:pPr>
    <w:sdt>
      <w:sdtPr>
        <w:id w:val="1826548862"/>
        <w:docPartObj>
          <w:docPartGallery w:val="Page Numbers (Margins)"/>
          <w:docPartUnique/>
        </w:docPartObj>
      </w:sdtPr>
      <w:sdtEndPr/>
      <w:sdtContent>
        <w:r w:rsidR="000A5A3E">
          <w:rPr>
            <w:noProof/>
            <w:lang w:eastAsia="en-GB"/>
          </w:rPr>
          <mc:AlternateContent>
            <mc:Choice Requires="wps">
              <w:drawing>
                <wp:anchor distT="0" distB="0" distL="114300" distR="114300" simplePos="0" relativeHeight="251661312" behindDoc="0" locked="0" layoutInCell="0" allowOverlap="1" wp14:editId="3DAF6EF6">
                  <wp:simplePos x="0" y="0"/>
                  <wp:positionH relativeFrom="rightMargin">
                    <wp:align>right</wp:align>
                  </wp:positionH>
                  <wp:positionV relativeFrom="margin">
                    <wp:align>center</wp:align>
                  </wp:positionV>
                  <wp:extent cx="727710" cy="329565"/>
                  <wp:effectExtent l="1905" t="0" r="1905" b="3810"/>
                  <wp:wrapNone/>
                  <wp:docPr id="54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0A5A3E" w:rsidRDefault="000A5A3E">
                              <w:pPr>
                                <w:pBdr>
                                  <w:bottom w:val="single" w:sz="4" w:space="1" w:color="auto"/>
                                </w:pBdr>
                              </w:pPr>
                              <w:r>
                                <w:fldChar w:fldCharType="begin"/>
                              </w:r>
                              <w:r>
                                <w:instrText xml:space="preserve"> PAGE   \* MERGEFORMAT </w:instrText>
                              </w:r>
                              <w:r>
                                <w:fldChar w:fldCharType="separate"/>
                              </w:r>
                              <w:r w:rsidR="00E55B8F">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4" o:spid="_x0000_s1026"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" o:allowincell="f" stroked="f">
                  <v:textbox>
                    <w:txbxContent>
                      <w:p w:rsidR="000A5A3E" w:rsidRDefault="000A5A3E">
                        <w:pPr>
                          <w:pBdr>
                            <w:bottom w:val="single" w:sz="4" w:space="1" w:color="auto"/>
                          </w:pBdr>
                        </w:pPr>
                        <w:r>
                          <w:fldChar w:fldCharType="begin"/>
                        </w:r>
                        <w:r>
                          <w:instrText xml:space="preserve"> PAGE   \* MERGEFORMAT </w:instrText>
                        </w:r>
                        <w:r>
                          <w:fldChar w:fldCharType="separate"/>
                        </w:r>
                        <w:r w:rsidR="00E55B8F">
                          <w:rPr>
                            <w:noProof/>
                          </w:rPr>
                          <w:t>1</w:t>
                        </w:r>
                        <w:r>
                          <w:rPr>
                            <w:noProof/>
                          </w:rPr>
                          <w:fldChar w:fldCharType="end"/>
                        </w:r>
                      </w:p>
                    </w:txbxContent>
                  </v:textbox>
                  <w10:wrap anchorx="margin" anchory="margin"/>
                </v:rect>
              </w:pict>
            </mc:Fallback>
          </mc:AlternateContent>
        </w:r>
      </w:sdtContent>
    </w:sdt>
    <w:r w:rsidR="00B229CB">
      <w:rPr>
        <w:noProof/>
        <w:lang w:eastAsia="en-GB"/>
      </w:rPr>
      <mc:AlternateContent>
        <mc:Choice Requires="wps">
          <w:drawing>
            <wp:anchor distT="0" distB="0" distL="118745" distR="118745" simplePos="0" relativeHeight="251659264" behindDoc="1" locked="0" layoutInCell="1" allowOverlap="0" wp14:anchorId="0DE9EC5E" wp14:editId="621D961B">
              <wp:simplePos x="0" y="0"/>
              <wp:positionH relativeFrom="margin">
                <wp:align>center</wp:align>
              </wp:positionH>
              <mc:AlternateContent>
                <mc:Choice Requires="wp14">
                  <wp:positionV relativeFrom="page">
                    <wp14:pctPosVOffset>4500</wp14:pctPosVOffset>
                  </wp:positionV>
                </mc:Choice>
                <mc:Fallback>
                  <wp:positionV relativeFrom="page">
                    <wp:posOffset>339725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839FB" w:rsidRDefault="00E55B8F" w:rsidP="006839FB">
                          <w:pPr>
                            <w:pStyle w:val="Header"/>
                            <w:jc w:val="center"/>
                            <w:rPr>
                              <w:caps/>
                              <w:color w:val="FFFFFF" w:themeColor="background1"/>
                            </w:rPr>
                          </w:pPr>
                          <w:sdt>
                            <w:sdtPr>
                              <w:rPr>
                                <w:rFonts w:ascii="Arial" w:eastAsia="Times New Roman" w:hAnsi="Arial" w:cs="Arial"/>
                                <w:b/>
                                <w:bCs/>
                                <w:sz w:val="24"/>
                                <w:szCs w:val="24"/>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r w:rsidR="006839FB">
                                <w:rPr>
                                  <w:rFonts w:ascii="Arial" w:eastAsia="Times New Roman" w:hAnsi="Arial" w:cs="Arial"/>
                                  <w:b/>
                                  <w:bCs/>
                                  <w:sz w:val="24"/>
                                  <w:szCs w:val="24"/>
                                </w:rPr>
                                <w:t xml:space="preserve">     </w:t>
                              </w:r>
                            </w:sdtContent>
                          </w:sdt>
                          <w:sdt>
                            <w:sdtPr>
                              <w:rPr>
                                <w:caps/>
                                <w:color w:val="FFFFFF" w:themeColor="background1"/>
                              </w:rPr>
                              <w:alias w:val="Title"/>
                              <w:id w:val="-880469289"/>
                              <w:showingPlcHdr/>
                              <w:dataBinding w:prefixMappings="xmlns:ns0='http://purl.org/dc/elements/1.1/' xmlns:ns1='http://schemas.openxmlformats.org/package/2006/metadata/core-properties' " w:xpath="/ns1:coreProperties[1]/ns0:title[1]" w:storeItemID="{6C3C8BC8-F283-45AE-878A-BAB7291924A1}"/>
                              <w:text/>
                            </w:sdtPr>
                            <w:sdtEndPr/>
                            <w:sdtContent>
                              <w:r w:rsidR="006839FB">
                                <w:rPr>
                                  <w:caps/>
                                  <w:color w:val="FFFFFF" w:themeColor="background1"/>
                                </w:rPr>
                                <w:t xml:space="preserve">     </w:t>
                              </w:r>
                            </w:sdtContent>
                          </w:sdt>
                          <w:sdt>
                            <w:sdtPr>
                              <w:rPr>
                                <w:caps/>
                                <w:color w:val="FFFFFF" w:themeColor="background1"/>
                              </w:rPr>
                              <w:alias w:val="Title"/>
                              <w:id w:val="-1923323548"/>
                              <w:showingPlcHdr/>
                              <w:dataBinding w:prefixMappings="xmlns:ns0='http://purl.org/dc/elements/1.1/' xmlns:ns1='http://schemas.openxmlformats.org/package/2006/metadata/core-properties' " w:xpath="/ns1:coreProperties[1]/ns0:title[1]" w:storeItemID="{6C3C8BC8-F283-45AE-878A-BAB7291924A1}"/>
                              <w:text/>
                            </w:sdtPr>
                            <w:sdtEndPr/>
                            <w:sdtContent>
                              <w:r w:rsidR="006839FB">
                                <w:rPr>
                                  <w:caps/>
                                  <w:color w:val="FFFFFF" w:themeColor="background1"/>
                                </w:rPr>
                                <w:t xml:space="preserve">     </w:t>
                              </w:r>
                            </w:sdtContent>
                          </w:sdt>
                          <w:r w:rsidR="006839FB">
                            <w:rPr>
                              <w:caps/>
                              <w:color w:val="FFFFFF" w:themeColor="background1"/>
                            </w:rPr>
                            <w:t xml:space="preserve">Appendix </w:t>
                          </w:r>
                          <w:r>
                            <w:rPr>
                              <w:caps/>
                              <w:color w:val="FFFFFF" w:themeColor="background1"/>
                            </w:rPr>
                            <w:t xml:space="preserve">Six </w:t>
                          </w:r>
                          <w:r w:rsidR="006839FB">
                            <w:rPr>
                              <w:caps/>
                              <w:color w:val="FFFFFF" w:themeColor="background1"/>
                            </w:rPr>
                            <w:t>Parent P1 Transcript 1 Emergent Themes and Exploratory Comments</w:t>
                          </w:r>
                        </w:p>
                        <w:p w:rsidR="00B229CB" w:rsidRDefault="00B229CB">
                          <w:pPr>
                            <w:pStyle w:val="Header"/>
                            <w:jc w:val="center"/>
                            <w:rPr>
                              <w:cap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7"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" o:allowoverlap="f" fillcolor="#5b9bd5 [3204]" stroked="f" strokeweight="1pt">
              <v:textbox style="mso-fit-shape-to-text:t">
                <w:txbxContent>
                  <w:p w:rsidR="006839FB" w:rsidRDefault="00E55B8F" w:rsidP="006839FB">
                    <w:pPr>
                      <w:pStyle w:val="Header"/>
                      <w:jc w:val="center"/>
                      <w:rPr>
                        <w:caps/>
                        <w:color w:val="FFFFFF" w:themeColor="background1"/>
                      </w:rPr>
                    </w:pPr>
                    <w:sdt>
                      <w:sdtPr>
                        <w:rPr>
                          <w:rFonts w:ascii="Arial" w:eastAsia="Times New Roman" w:hAnsi="Arial" w:cs="Arial"/>
                          <w:b/>
                          <w:bCs/>
                          <w:sz w:val="24"/>
                          <w:szCs w:val="24"/>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r w:rsidR="006839FB">
                          <w:rPr>
                            <w:rFonts w:ascii="Arial" w:eastAsia="Times New Roman" w:hAnsi="Arial" w:cs="Arial"/>
                            <w:b/>
                            <w:bCs/>
                            <w:sz w:val="24"/>
                            <w:szCs w:val="24"/>
                          </w:rPr>
                          <w:t xml:space="preserve">     </w:t>
                        </w:r>
                      </w:sdtContent>
                    </w:sdt>
                    <w:sdt>
                      <w:sdtPr>
                        <w:rPr>
                          <w:caps/>
                          <w:color w:val="FFFFFF" w:themeColor="background1"/>
                        </w:rPr>
                        <w:alias w:val="Title"/>
                        <w:id w:val="-880469289"/>
                        <w:showingPlcHdr/>
                        <w:dataBinding w:prefixMappings="xmlns:ns0='http://purl.org/dc/elements/1.1/' xmlns:ns1='http://schemas.openxmlformats.org/package/2006/metadata/core-properties' " w:xpath="/ns1:coreProperties[1]/ns0:title[1]" w:storeItemID="{6C3C8BC8-F283-45AE-878A-BAB7291924A1}"/>
                        <w:text/>
                      </w:sdtPr>
                      <w:sdtEndPr/>
                      <w:sdtContent>
                        <w:r w:rsidR="006839FB">
                          <w:rPr>
                            <w:caps/>
                            <w:color w:val="FFFFFF" w:themeColor="background1"/>
                          </w:rPr>
                          <w:t xml:space="preserve">     </w:t>
                        </w:r>
                      </w:sdtContent>
                    </w:sdt>
                    <w:sdt>
                      <w:sdtPr>
                        <w:rPr>
                          <w:caps/>
                          <w:color w:val="FFFFFF" w:themeColor="background1"/>
                        </w:rPr>
                        <w:alias w:val="Title"/>
                        <w:id w:val="-1923323548"/>
                        <w:showingPlcHdr/>
                        <w:dataBinding w:prefixMappings="xmlns:ns0='http://purl.org/dc/elements/1.1/' xmlns:ns1='http://schemas.openxmlformats.org/package/2006/metadata/core-properties' " w:xpath="/ns1:coreProperties[1]/ns0:title[1]" w:storeItemID="{6C3C8BC8-F283-45AE-878A-BAB7291924A1}"/>
                        <w:text/>
                      </w:sdtPr>
                      <w:sdtEndPr/>
                      <w:sdtContent>
                        <w:r w:rsidR="006839FB">
                          <w:rPr>
                            <w:caps/>
                            <w:color w:val="FFFFFF" w:themeColor="background1"/>
                          </w:rPr>
                          <w:t xml:space="preserve">     </w:t>
                        </w:r>
                      </w:sdtContent>
                    </w:sdt>
                    <w:r w:rsidR="006839FB">
                      <w:rPr>
                        <w:caps/>
                        <w:color w:val="FFFFFF" w:themeColor="background1"/>
                      </w:rPr>
                      <w:t xml:space="preserve">Appendix </w:t>
                    </w:r>
                    <w:r>
                      <w:rPr>
                        <w:caps/>
                        <w:color w:val="FFFFFF" w:themeColor="background1"/>
                      </w:rPr>
                      <w:t xml:space="preserve">Six </w:t>
                    </w:r>
                    <w:r w:rsidR="006839FB">
                      <w:rPr>
                        <w:caps/>
                        <w:color w:val="FFFFFF" w:themeColor="background1"/>
                      </w:rPr>
                      <w:t>Parent P1 Transcript 1 Emergent Themes and Exploratory Comments</w:t>
                    </w:r>
                  </w:p>
                  <w:p w:rsidR="00B229CB" w:rsidRDefault="00B229CB">
                    <w:pPr>
                      <w:pStyle w:val="Header"/>
                      <w:jc w:val="center"/>
                      <w:rPr>
                        <w:caps/>
                        <w:color w:val="FFFFFF" w:themeColor="background1"/>
                      </w:rPr>
                    </w:pPr>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52BFC"/>
    <w:multiLevelType w:val="hybridMultilevel"/>
    <w:tmpl w:val="7E96BAF2"/>
    <w:lvl w:ilvl="0" w:tplc="66A6559A">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B073CBC"/>
    <w:multiLevelType w:val="hybridMultilevel"/>
    <w:tmpl w:val="530EC08C"/>
    <w:lvl w:ilvl="0" w:tplc="D1F087C6">
      <w:start w:val="1"/>
      <w:numFmt w:val="upperLetter"/>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0582A79"/>
    <w:multiLevelType w:val="hybridMultilevel"/>
    <w:tmpl w:val="CFBAD2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BB11630"/>
    <w:multiLevelType w:val="hybridMultilevel"/>
    <w:tmpl w:val="E814D14A"/>
    <w:lvl w:ilvl="0" w:tplc="E43423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4E0085F"/>
    <w:multiLevelType w:val="hybridMultilevel"/>
    <w:tmpl w:val="A8DA5FDC"/>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76BF4EAA"/>
    <w:multiLevelType w:val="hybridMultilevel"/>
    <w:tmpl w:val="3648DFD2"/>
    <w:lvl w:ilvl="0" w:tplc="6F101800">
      <w:start w:val="1"/>
      <w:numFmt w:val="upperLetter"/>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1EF"/>
    <w:rsid w:val="00013C39"/>
    <w:rsid w:val="00015C60"/>
    <w:rsid w:val="00015E1D"/>
    <w:rsid w:val="0006293A"/>
    <w:rsid w:val="000A5A3E"/>
    <w:rsid w:val="001616BA"/>
    <w:rsid w:val="001C6940"/>
    <w:rsid w:val="00294B9C"/>
    <w:rsid w:val="0039593C"/>
    <w:rsid w:val="003E529E"/>
    <w:rsid w:val="003F479C"/>
    <w:rsid w:val="00475C50"/>
    <w:rsid w:val="004A7F47"/>
    <w:rsid w:val="004C69E8"/>
    <w:rsid w:val="005A312D"/>
    <w:rsid w:val="00643545"/>
    <w:rsid w:val="00655B2C"/>
    <w:rsid w:val="006839FB"/>
    <w:rsid w:val="006E2651"/>
    <w:rsid w:val="007474AF"/>
    <w:rsid w:val="007771D0"/>
    <w:rsid w:val="007A69B5"/>
    <w:rsid w:val="008B3CDA"/>
    <w:rsid w:val="008C0582"/>
    <w:rsid w:val="00914F45"/>
    <w:rsid w:val="00964765"/>
    <w:rsid w:val="00985EC3"/>
    <w:rsid w:val="009A2FC0"/>
    <w:rsid w:val="009C3DB3"/>
    <w:rsid w:val="009C620A"/>
    <w:rsid w:val="009D2AEB"/>
    <w:rsid w:val="009E311F"/>
    <w:rsid w:val="00B229CB"/>
    <w:rsid w:val="00B532D4"/>
    <w:rsid w:val="00BE084C"/>
    <w:rsid w:val="00C2457C"/>
    <w:rsid w:val="00C91A4E"/>
    <w:rsid w:val="00CA089E"/>
    <w:rsid w:val="00CA44F1"/>
    <w:rsid w:val="00CB4128"/>
    <w:rsid w:val="00CF41EF"/>
    <w:rsid w:val="00D215B0"/>
    <w:rsid w:val="00D46A31"/>
    <w:rsid w:val="00D51CEB"/>
    <w:rsid w:val="00D85EED"/>
    <w:rsid w:val="00DA0055"/>
    <w:rsid w:val="00DA26D6"/>
    <w:rsid w:val="00E44051"/>
    <w:rsid w:val="00E55B8F"/>
    <w:rsid w:val="00E8454F"/>
    <w:rsid w:val="00EA63FD"/>
    <w:rsid w:val="00EF6A28"/>
    <w:rsid w:val="00F920F4"/>
    <w:rsid w:val="00FC26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A2FC0"/>
    <w:pPr>
      <w:keepNext/>
      <w:spacing w:after="0" w:line="240" w:lineRule="auto"/>
      <w:outlineLvl w:val="0"/>
    </w:pPr>
    <w:rPr>
      <w:rFonts w:ascii="Arial" w:eastAsia="Times New Roman" w:hAnsi="Arial" w:cs="Arial"/>
      <w:b/>
      <w:bCs/>
      <w:sz w:val="24"/>
      <w:szCs w:val="24"/>
    </w:rPr>
  </w:style>
  <w:style w:type="paragraph" w:styleId="Heading2">
    <w:name w:val="heading 2"/>
    <w:basedOn w:val="Normal"/>
    <w:next w:val="Normal"/>
    <w:link w:val="Heading2Char"/>
    <w:qFormat/>
    <w:rsid w:val="009A2FC0"/>
    <w:pPr>
      <w:keepNext/>
      <w:spacing w:after="0" w:line="240" w:lineRule="auto"/>
      <w:outlineLvl w:val="1"/>
    </w:pPr>
    <w:rPr>
      <w:rFonts w:ascii="Arial" w:eastAsia="Times New Roman" w:hAnsi="Arial" w:cs="Arial"/>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F4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41EF"/>
    <w:pPr>
      <w:ind w:left="720"/>
      <w:contextualSpacing/>
    </w:pPr>
  </w:style>
  <w:style w:type="paragraph" w:styleId="Header">
    <w:name w:val="header"/>
    <w:basedOn w:val="Normal"/>
    <w:link w:val="HeaderChar"/>
    <w:uiPriority w:val="99"/>
    <w:unhideWhenUsed/>
    <w:rsid w:val="00CF4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41EF"/>
  </w:style>
  <w:style w:type="paragraph" w:styleId="Footer">
    <w:name w:val="footer"/>
    <w:basedOn w:val="Normal"/>
    <w:link w:val="FooterChar"/>
    <w:uiPriority w:val="99"/>
    <w:unhideWhenUsed/>
    <w:rsid w:val="00CF4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41EF"/>
  </w:style>
  <w:style w:type="character" w:customStyle="1" w:styleId="Heading1Char">
    <w:name w:val="Heading 1 Char"/>
    <w:basedOn w:val="DefaultParagraphFont"/>
    <w:link w:val="Heading1"/>
    <w:rsid w:val="009A2FC0"/>
    <w:rPr>
      <w:rFonts w:ascii="Arial" w:eastAsia="Times New Roman" w:hAnsi="Arial" w:cs="Arial"/>
      <w:b/>
      <w:bCs/>
      <w:sz w:val="24"/>
      <w:szCs w:val="24"/>
    </w:rPr>
  </w:style>
  <w:style w:type="character" w:customStyle="1" w:styleId="Heading2Char">
    <w:name w:val="Heading 2 Char"/>
    <w:basedOn w:val="DefaultParagraphFont"/>
    <w:link w:val="Heading2"/>
    <w:rsid w:val="009A2FC0"/>
    <w:rPr>
      <w:rFonts w:ascii="Arial" w:eastAsia="Times New Roman" w:hAnsi="Arial" w:cs="Arial"/>
      <w:sz w:val="24"/>
      <w:szCs w:val="24"/>
      <w:u w:val="single"/>
    </w:rPr>
  </w:style>
  <w:style w:type="paragraph" w:styleId="BalloonText">
    <w:name w:val="Balloon Text"/>
    <w:basedOn w:val="Normal"/>
    <w:link w:val="BalloonTextChar"/>
    <w:uiPriority w:val="99"/>
    <w:semiHidden/>
    <w:unhideWhenUsed/>
    <w:rsid w:val="00E440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0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A2FC0"/>
    <w:pPr>
      <w:keepNext/>
      <w:spacing w:after="0" w:line="240" w:lineRule="auto"/>
      <w:outlineLvl w:val="0"/>
    </w:pPr>
    <w:rPr>
      <w:rFonts w:ascii="Arial" w:eastAsia="Times New Roman" w:hAnsi="Arial" w:cs="Arial"/>
      <w:b/>
      <w:bCs/>
      <w:sz w:val="24"/>
      <w:szCs w:val="24"/>
    </w:rPr>
  </w:style>
  <w:style w:type="paragraph" w:styleId="Heading2">
    <w:name w:val="heading 2"/>
    <w:basedOn w:val="Normal"/>
    <w:next w:val="Normal"/>
    <w:link w:val="Heading2Char"/>
    <w:qFormat/>
    <w:rsid w:val="009A2FC0"/>
    <w:pPr>
      <w:keepNext/>
      <w:spacing w:after="0" w:line="240" w:lineRule="auto"/>
      <w:outlineLvl w:val="1"/>
    </w:pPr>
    <w:rPr>
      <w:rFonts w:ascii="Arial" w:eastAsia="Times New Roman" w:hAnsi="Arial" w:cs="Arial"/>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F4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41EF"/>
    <w:pPr>
      <w:ind w:left="720"/>
      <w:contextualSpacing/>
    </w:pPr>
  </w:style>
  <w:style w:type="paragraph" w:styleId="Header">
    <w:name w:val="header"/>
    <w:basedOn w:val="Normal"/>
    <w:link w:val="HeaderChar"/>
    <w:uiPriority w:val="99"/>
    <w:unhideWhenUsed/>
    <w:rsid w:val="00CF4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41EF"/>
  </w:style>
  <w:style w:type="paragraph" w:styleId="Footer">
    <w:name w:val="footer"/>
    <w:basedOn w:val="Normal"/>
    <w:link w:val="FooterChar"/>
    <w:uiPriority w:val="99"/>
    <w:unhideWhenUsed/>
    <w:rsid w:val="00CF4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41EF"/>
  </w:style>
  <w:style w:type="character" w:customStyle="1" w:styleId="Heading1Char">
    <w:name w:val="Heading 1 Char"/>
    <w:basedOn w:val="DefaultParagraphFont"/>
    <w:link w:val="Heading1"/>
    <w:rsid w:val="009A2FC0"/>
    <w:rPr>
      <w:rFonts w:ascii="Arial" w:eastAsia="Times New Roman" w:hAnsi="Arial" w:cs="Arial"/>
      <w:b/>
      <w:bCs/>
      <w:sz w:val="24"/>
      <w:szCs w:val="24"/>
    </w:rPr>
  </w:style>
  <w:style w:type="character" w:customStyle="1" w:styleId="Heading2Char">
    <w:name w:val="Heading 2 Char"/>
    <w:basedOn w:val="DefaultParagraphFont"/>
    <w:link w:val="Heading2"/>
    <w:rsid w:val="009A2FC0"/>
    <w:rPr>
      <w:rFonts w:ascii="Arial" w:eastAsia="Times New Roman" w:hAnsi="Arial" w:cs="Arial"/>
      <w:sz w:val="24"/>
      <w:szCs w:val="24"/>
      <w:u w:val="single"/>
    </w:rPr>
  </w:style>
  <w:style w:type="paragraph" w:styleId="BalloonText">
    <w:name w:val="Balloon Text"/>
    <w:basedOn w:val="Normal"/>
    <w:link w:val="BalloonTextChar"/>
    <w:uiPriority w:val="99"/>
    <w:semiHidden/>
    <w:unhideWhenUsed/>
    <w:rsid w:val="00E440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0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06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CAB48-B606-4F86-9CB4-B870FB22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59EA3509</Template>
  <TotalTime>1</TotalTime>
  <Pages>9</Pages>
  <Words>2558</Words>
  <Characters>14581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17105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Melville</dc:creator>
  <cp:lastModifiedBy>MELVILLE, Pamela</cp:lastModifiedBy>
  <cp:revision>4</cp:revision>
  <dcterms:created xsi:type="dcterms:W3CDTF">2015-10-05T20:33:00Z</dcterms:created>
  <dcterms:modified xsi:type="dcterms:W3CDTF">2016-10-23T12:10:00Z</dcterms:modified>
</cp:coreProperties>
</file>